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29" w:rsidRPr="004C42ED" w:rsidRDefault="00580829" w:rsidP="00F235B6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925D47" w:rsidP="00F235B6">
      <w:pPr>
        <w:ind w:left="-748"/>
        <w:rPr>
          <w:rFonts w:ascii="Times New Roman" w:hAnsi="Times New Roman" w:cs="Times New Roman"/>
          <w:i/>
          <w:sz w:val="8"/>
        </w:rPr>
      </w:pPr>
      <w:r w:rsidRPr="00925D47">
        <w:rPr>
          <w:noProof/>
        </w:rPr>
        <w:pict>
          <v:line id="_x0000_s1026" style="position:absolute;left:0;text-align:left;z-index:251657728" from="-9.35pt,2.45pt" to="444.75pt,3.8pt" strokeweight="3pt">
            <v:stroke linestyle="thinThin"/>
          </v:line>
        </w:pic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580829" w:rsidRPr="00FC5FE1" w:rsidRDefault="00580829" w:rsidP="00F235B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Голосова, 34, </w:t>
      </w:r>
    </w:p>
    <w:p w:rsidR="00580829" w:rsidRPr="00FC5FE1" w:rsidRDefault="00580829" w:rsidP="00F235B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>Контактный телефон (8482)</w:t>
      </w:r>
      <w:r w:rsidR="009760FA">
        <w:rPr>
          <w:rFonts w:ascii="Times New Roman" w:hAnsi="Times New Roman" w:cs="Times New Roman"/>
          <w:sz w:val="22"/>
          <w:szCs w:val="22"/>
        </w:rPr>
        <w:t xml:space="preserve"> 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r w:rsidRPr="00F54820">
        <w:rPr>
          <w:rFonts w:ascii="Times New Roman" w:hAnsi="Times New Roman" w:cs="Times New Roman"/>
          <w:sz w:val="22"/>
          <w:szCs w:val="22"/>
        </w:rPr>
        <w:t>.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</w:p>
    <w:p w:rsidR="00580829" w:rsidRPr="00FC5FE1" w:rsidRDefault="00580829" w:rsidP="00F235B6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1E0"/>
      </w:tblPr>
      <w:tblGrid>
        <w:gridCol w:w="5148"/>
        <w:gridCol w:w="4458"/>
      </w:tblGrid>
      <w:tr w:rsidR="00580829" w:rsidRPr="00D54A75" w:rsidTr="00DB0FE6">
        <w:trPr>
          <w:trHeight w:val="1171"/>
        </w:trPr>
        <w:tc>
          <w:tcPr>
            <w:tcW w:w="5148" w:type="dxa"/>
          </w:tcPr>
          <w:p w:rsidR="00FC20F8" w:rsidRDefault="00FC20F8" w:rsidP="004951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580829" w:rsidRPr="00FC5FE1" w:rsidRDefault="00580829" w:rsidP="004951A5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426A6E"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795CC8">
              <w:rPr>
                <w:rFonts w:ascii="Times New Roman" w:hAnsi="Times New Roman" w:cs="Times New Roman"/>
                <w:i/>
                <w:sz w:val="20"/>
              </w:rPr>
              <w:t xml:space="preserve">от </w:t>
            </w:r>
            <w:r w:rsidR="005C0355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0C16F0">
              <w:rPr>
                <w:rFonts w:ascii="Times New Roman" w:hAnsi="Times New Roman" w:cs="Times New Roman"/>
                <w:i/>
                <w:sz w:val="20"/>
              </w:rPr>
              <w:t>16.03.2015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1B5E52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0C16F0">
              <w:rPr>
                <w:rFonts w:ascii="Times New Roman" w:hAnsi="Times New Roman" w:cs="Times New Roman"/>
                <w:i/>
                <w:sz w:val="20"/>
              </w:rPr>
              <w:t>775/3.2</w:t>
            </w:r>
            <w:r w:rsidR="00426A6E">
              <w:rPr>
                <w:rFonts w:ascii="Times New Roman" w:hAnsi="Times New Roman" w:cs="Times New Roman"/>
                <w:i/>
                <w:sz w:val="20"/>
              </w:rPr>
              <w:t>___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                    </w:t>
            </w:r>
          </w:p>
          <w:p w:rsidR="00580829" w:rsidRPr="00FC5FE1" w:rsidRDefault="00580829" w:rsidP="004951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580829" w:rsidRPr="00D54A75" w:rsidRDefault="00580829" w:rsidP="003448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__________________ от _______________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458" w:type="dxa"/>
          </w:tcPr>
          <w:p w:rsidR="00580829" w:rsidRPr="00916FB2" w:rsidRDefault="00580829" w:rsidP="005C0355">
            <w:pPr>
              <w:jc w:val="center"/>
              <w:rPr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 w:rsidR="00A961A4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DB0F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</w:t>
            </w:r>
          </w:p>
        </w:tc>
      </w:tr>
      <w:tr w:rsidR="00580829" w:rsidRPr="00D54A75" w:rsidTr="00DB0FE6">
        <w:trPr>
          <w:trHeight w:val="1171"/>
        </w:trPr>
        <w:tc>
          <w:tcPr>
            <w:tcW w:w="5148" w:type="dxa"/>
          </w:tcPr>
          <w:p w:rsidR="00580829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обучающихся 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54A7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20</w:t>
            </w:r>
            <w:r w:rsidR="00344802">
              <w:rPr>
                <w:rFonts w:ascii="Times New Roman" w:hAnsi="Times New Roman"/>
                <w:sz w:val="28"/>
                <w:szCs w:val="28"/>
              </w:rPr>
              <w:t>1</w:t>
            </w:r>
            <w:r w:rsidR="005C0355">
              <w:rPr>
                <w:rFonts w:ascii="Times New Roman" w:hAnsi="Times New Roman"/>
                <w:sz w:val="28"/>
                <w:szCs w:val="28"/>
              </w:rPr>
              <w:t>4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0355">
              <w:rPr>
                <w:rFonts w:ascii="Times New Roman" w:hAnsi="Times New Roman"/>
                <w:sz w:val="28"/>
                <w:szCs w:val="28"/>
              </w:rPr>
              <w:t>5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0829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предварительно</w:t>
            </w:r>
            <w:r w:rsidR="00C27E82">
              <w:rPr>
                <w:rFonts w:ascii="Times New Roman" w:hAnsi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комплектовани</w:t>
            </w:r>
            <w:r w:rsidR="00C27E82">
              <w:rPr>
                <w:rFonts w:ascii="Times New Roman" w:hAnsi="Times New Roman"/>
                <w:sz w:val="28"/>
                <w:szCs w:val="28"/>
              </w:rPr>
              <w:t>ю</w:t>
            </w:r>
          </w:p>
          <w:p w:rsidR="00580829" w:rsidRPr="00D54A75" w:rsidRDefault="00020193" w:rsidP="005C0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5C0355">
              <w:rPr>
                <w:rFonts w:ascii="Times New Roman" w:hAnsi="Times New Roman"/>
                <w:sz w:val="28"/>
                <w:szCs w:val="28"/>
              </w:rPr>
              <w:t>5</w:t>
            </w:r>
            <w:r w:rsidR="006F7031">
              <w:rPr>
                <w:rFonts w:ascii="Times New Roman" w:hAnsi="Times New Roman"/>
                <w:sz w:val="28"/>
                <w:szCs w:val="28"/>
              </w:rPr>
              <w:t>-201</w:t>
            </w:r>
            <w:r w:rsidR="005C0355">
              <w:rPr>
                <w:rFonts w:ascii="Times New Roman" w:hAnsi="Times New Roman"/>
                <w:sz w:val="28"/>
                <w:szCs w:val="28"/>
              </w:rPr>
              <w:t>6</w:t>
            </w:r>
            <w:r w:rsidR="00580829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4458" w:type="dxa"/>
          </w:tcPr>
          <w:p w:rsidR="00580829" w:rsidRPr="00D54A75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0829" w:rsidRPr="0090609E" w:rsidRDefault="00580829" w:rsidP="00F235B6">
      <w:pPr>
        <w:rPr>
          <w:rFonts w:ascii="Times New Roman" w:hAnsi="Times New Roman"/>
          <w:sz w:val="28"/>
          <w:szCs w:val="28"/>
        </w:rPr>
      </w:pPr>
    </w:p>
    <w:p w:rsidR="00580829" w:rsidRDefault="00580829" w:rsidP="00F235B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580829" w:rsidRPr="00D10B19" w:rsidRDefault="00580829" w:rsidP="004677BE">
      <w:pPr>
        <w:spacing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915F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9106B" w:rsidRPr="00C915FA">
        <w:rPr>
          <w:rFonts w:ascii="Times New Roman" w:hAnsi="Times New Roman" w:cs="Times New Roman"/>
          <w:sz w:val="28"/>
          <w:szCs w:val="28"/>
        </w:rPr>
        <w:t>с</w:t>
      </w:r>
      <w:r w:rsidR="00C915FA" w:rsidRPr="00C915FA">
        <w:rPr>
          <w:rFonts w:ascii="Times New Roman" w:hAnsi="Times New Roman" w:cs="Times New Roman"/>
          <w:sz w:val="28"/>
          <w:szCs w:val="28"/>
        </w:rPr>
        <w:t xml:space="preserve"> приказом  департамента образования  </w:t>
      </w:r>
      <w:r w:rsidR="003B5706" w:rsidRPr="003E124C">
        <w:rPr>
          <w:rFonts w:ascii="Times New Roman" w:hAnsi="Times New Roman" w:cs="Times New Roman"/>
          <w:sz w:val="28"/>
          <w:szCs w:val="28"/>
        </w:rPr>
        <w:t>от  14.08.2014               № 354-пк/3.2 «Об организации сбора статистической информации, отчетов по движению обучающихся и воспитанников муниципальных образовательных учреждений в 2014-2015 учебном году»</w:t>
      </w:r>
      <w:r w:rsidR="00CA7035" w:rsidRPr="00C915FA">
        <w:rPr>
          <w:rFonts w:ascii="Times New Roman" w:hAnsi="Times New Roman" w:cs="Times New Roman"/>
          <w:sz w:val="28"/>
          <w:szCs w:val="28"/>
        </w:rPr>
        <w:t>,</w:t>
      </w:r>
      <w:r w:rsidRPr="00C915FA">
        <w:rPr>
          <w:rFonts w:ascii="Times New Roman" w:hAnsi="Times New Roman" w:cs="Times New Roman"/>
          <w:bCs/>
          <w:sz w:val="28"/>
          <w:szCs w:val="28"/>
        </w:rPr>
        <w:t xml:space="preserve">  для подведения итогов за </w:t>
      </w:r>
      <w:r w:rsidRPr="00C915FA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C915FA">
        <w:rPr>
          <w:rFonts w:ascii="Times New Roman" w:hAnsi="Times New Roman" w:cs="Times New Roman"/>
          <w:bCs/>
          <w:sz w:val="28"/>
          <w:szCs w:val="28"/>
        </w:rPr>
        <w:t xml:space="preserve"> отчетный период 20</w:t>
      </w:r>
      <w:r w:rsidR="00CA7035" w:rsidRPr="00C915FA">
        <w:rPr>
          <w:rFonts w:ascii="Times New Roman" w:hAnsi="Times New Roman" w:cs="Times New Roman"/>
          <w:bCs/>
          <w:sz w:val="28"/>
          <w:szCs w:val="28"/>
        </w:rPr>
        <w:t>1</w:t>
      </w:r>
      <w:r w:rsidR="003B5706">
        <w:rPr>
          <w:rFonts w:ascii="Times New Roman" w:hAnsi="Times New Roman" w:cs="Times New Roman"/>
          <w:bCs/>
          <w:sz w:val="28"/>
          <w:szCs w:val="28"/>
        </w:rPr>
        <w:t>4</w:t>
      </w:r>
      <w:r w:rsidRPr="00C915FA">
        <w:rPr>
          <w:rFonts w:ascii="Times New Roman" w:hAnsi="Times New Roman" w:cs="Times New Roman"/>
          <w:bCs/>
          <w:sz w:val="28"/>
          <w:szCs w:val="28"/>
        </w:rPr>
        <w:t>-201</w:t>
      </w:r>
      <w:r w:rsidR="003B5706">
        <w:rPr>
          <w:rFonts w:ascii="Times New Roman" w:hAnsi="Times New Roman" w:cs="Times New Roman"/>
          <w:bCs/>
          <w:sz w:val="28"/>
          <w:szCs w:val="28"/>
        </w:rPr>
        <w:t>5</w:t>
      </w:r>
      <w:r w:rsidRPr="00C915FA">
        <w:rPr>
          <w:rFonts w:ascii="Times New Roman" w:hAnsi="Times New Roman" w:cs="Times New Roman"/>
          <w:bCs/>
          <w:sz w:val="28"/>
          <w:szCs w:val="28"/>
        </w:rPr>
        <w:t xml:space="preserve"> учебного года  (21.12.20</w:t>
      </w:r>
      <w:r w:rsidR="00A51EB5" w:rsidRPr="00C915FA">
        <w:rPr>
          <w:rFonts w:ascii="Times New Roman" w:hAnsi="Times New Roman" w:cs="Times New Roman"/>
          <w:bCs/>
          <w:sz w:val="28"/>
          <w:szCs w:val="28"/>
        </w:rPr>
        <w:t>1</w:t>
      </w:r>
      <w:r w:rsidR="003B5706">
        <w:rPr>
          <w:rFonts w:ascii="Times New Roman" w:hAnsi="Times New Roman" w:cs="Times New Roman"/>
          <w:bCs/>
          <w:sz w:val="28"/>
          <w:szCs w:val="28"/>
        </w:rPr>
        <w:t>4</w:t>
      </w:r>
      <w:r w:rsidR="0027037A" w:rsidRPr="00C915FA">
        <w:rPr>
          <w:rFonts w:ascii="Times New Roman" w:hAnsi="Times New Roman" w:cs="Times New Roman"/>
          <w:bCs/>
          <w:sz w:val="28"/>
          <w:szCs w:val="28"/>
        </w:rPr>
        <w:t xml:space="preserve"> – 31.03.201</w:t>
      </w:r>
      <w:r w:rsidR="003B5706">
        <w:rPr>
          <w:rFonts w:ascii="Times New Roman" w:hAnsi="Times New Roman" w:cs="Times New Roman"/>
          <w:bCs/>
          <w:sz w:val="28"/>
          <w:szCs w:val="28"/>
        </w:rPr>
        <w:t>5</w:t>
      </w:r>
      <w:r w:rsidR="0027037A" w:rsidRPr="00C915FA">
        <w:rPr>
          <w:rFonts w:ascii="Times New Roman" w:hAnsi="Times New Roman" w:cs="Times New Roman"/>
          <w:bCs/>
          <w:sz w:val="28"/>
          <w:szCs w:val="28"/>
        </w:rPr>
        <w:t>)</w:t>
      </w:r>
      <w:r w:rsidR="002703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B19">
        <w:rPr>
          <w:rFonts w:ascii="Times New Roman" w:hAnsi="Times New Roman" w:cs="Times New Roman"/>
          <w:bCs/>
          <w:sz w:val="28"/>
          <w:szCs w:val="28"/>
        </w:rPr>
        <w:t>и планир</w:t>
      </w:r>
      <w:r w:rsidR="00CA7035">
        <w:rPr>
          <w:rFonts w:ascii="Times New Roman" w:hAnsi="Times New Roman" w:cs="Times New Roman"/>
          <w:bCs/>
          <w:sz w:val="28"/>
          <w:szCs w:val="28"/>
        </w:rPr>
        <w:t>ования комплектования М</w:t>
      </w:r>
      <w:r w:rsidR="00030322">
        <w:rPr>
          <w:rFonts w:ascii="Times New Roman" w:hAnsi="Times New Roman" w:cs="Times New Roman"/>
          <w:bCs/>
          <w:sz w:val="28"/>
          <w:szCs w:val="28"/>
        </w:rPr>
        <w:t>Б</w:t>
      </w:r>
      <w:r w:rsidR="00CA7035">
        <w:rPr>
          <w:rFonts w:ascii="Times New Roman" w:hAnsi="Times New Roman" w:cs="Times New Roman"/>
          <w:bCs/>
          <w:sz w:val="28"/>
          <w:szCs w:val="28"/>
        </w:rPr>
        <w:t>У в 201</w:t>
      </w:r>
      <w:r w:rsidR="003B5706">
        <w:rPr>
          <w:rFonts w:ascii="Times New Roman" w:hAnsi="Times New Roman" w:cs="Times New Roman"/>
          <w:bCs/>
          <w:sz w:val="28"/>
          <w:szCs w:val="28"/>
        </w:rPr>
        <w:t>5</w:t>
      </w:r>
      <w:r w:rsidR="00CA7035">
        <w:rPr>
          <w:rFonts w:ascii="Times New Roman" w:hAnsi="Times New Roman" w:cs="Times New Roman"/>
          <w:bCs/>
          <w:sz w:val="28"/>
          <w:szCs w:val="28"/>
        </w:rPr>
        <w:t>-201</w:t>
      </w:r>
      <w:r w:rsidR="003B5706">
        <w:rPr>
          <w:rFonts w:ascii="Times New Roman" w:hAnsi="Times New Roman" w:cs="Times New Roman"/>
          <w:bCs/>
          <w:sz w:val="28"/>
          <w:szCs w:val="28"/>
        </w:rPr>
        <w:t>6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Вам необходимо</w:t>
      </w:r>
      <w:r w:rsidRPr="00D10B19">
        <w:rPr>
          <w:rFonts w:ascii="Times New Roman" w:hAnsi="Times New Roman" w:cs="Times New Roman"/>
          <w:bCs/>
          <w:sz w:val="28"/>
          <w:szCs w:val="28"/>
        </w:rPr>
        <w:t>:</w:t>
      </w:r>
    </w:p>
    <w:p w:rsidR="00580829" w:rsidRPr="00A16D68" w:rsidRDefault="00580829" w:rsidP="004A6FA8">
      <w:pPr>
        <w:pStyle w:val="3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Движение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>уча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щихся в 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III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отчетном периоде закончить </w:t>
      </w:r>
      <w:r w:rsidRPr="00A16D68">
        <w:rPr>
          <w:rFonts w:ascii="Times New Roman" w:hAnsi="Times New Roman" w:cs="Times New Roman"/>
          <w:b w:val="0"/>
          <w:bCs w:val="0"/>
          <w:i/>
          <w:sz w:val="28"/>
          <w:szCs w:val="28"/>
        </w:rPr>
        <w:t>31 марта 201</w:t>
      </w:r>
      <w:r w:rsidR="003B5706" w:rsidRPr="00A16D68">
        <w:rPr>
          <w:rFonts w:ascii="Times New Roman" w:hAnsi="Times New Roman" w:cs="Times New Roman"/>
          <w:b w:val="0"/>
          <w:bCs w:val="0"/>
          <w:i/>
          <w:sz w:val="28"/>
          <w:szCs w:val="28"/>
        </w:rPr>
        <w:t>5г</w:t>
      </w:r>
      <w:r w:rsidRPr="00A16D68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A6FA8" w:rsidRPr="004A6FA8" w:rsidRDefault="00580829" w:rsidP="004A6FA8">
      <w:pPr>
        <w:pStyle w:val="a5"/>
        <w:numPr>
          <w:ilvl w:val="1"/>
          <w:numId w:val="5"/>
        </w:numPr>
        <w:tabs>
          <w:tab w:val="clear" w:pos="435"/>
          <w:tab w:val="left" w:pos="0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FA8">
        <w:rPr>
          <w:rFonts w:ascii="Times New Roman" w:hAnsi="Times New Roman" w:cs="Times New Roman"/>
          <w:sz w:val="28"/>
          <w:szCs w:val="28"/>
        </w:rPr>
        <w:t>Предоставить</w:t>
      </w:r>
      <w:r w:rsidR="00ED799A" w:rsidRPr="004A6FA8">
        <w:rPr>
          <w:rFonts w:ascii="Times New Roman" w:hAnsi="Times New Roman" w:cs="Times New Roman"/>
          <w:sz w:val="28"/>
          <w:szCs w:val="28"/>
        </w:rPr>
        <w:t xml:space="preserve"> в</w:t>
      </w:r>
      <w:r w:rsidRPr="004A6FA8">
        <w:rPr>
          <w:rFonts w:ascii="Times New Roman" w:hAnsi="Times New Roman" w:cs="Times New Roman"/>
          <w:sz w:val="28"/>
          <w:szCs w:val="28"/>
        </w:rPr>
        <w:t xml:space="preserve"> М</w:t>
      </w:r>
      <w:r w:rsidR="00931C00" w:rsidRPr="004A6FA8">
        <w:rPr>
          <w:rFonts w:ascii="Times New Roman" w:hAnsi="Times New Roman" w:cs="Times New Roman"/>
          <w:sz w:val="28"/>
          <w:szCs w:val="28"/>
        </w:rPr>
        <w:t>А</w:t>
      </w:r>
      <w:r w:rsidRPr="004A6FA8">
        <w:rPr>
          <w:rFonts w:ascii="Times New Roman" w:hAnsi="Times New Roman" w:cs="Times New Roman"/>
          <w:sz w:val="28"/>
          <w:szCs w:val="28"/>
        </w:rPr>
        <w:t>ОУ</w:t>
      </w:r>
      <w:r w:rsidR="003B5706">
        <w:rPr>
          <w:rFonts w:ascii="Times New Roman" w:hAnsi="Times New Roman" w:cs="Times New Roman"/>
          <w:sz w:val="28"/>
          <w:szCs w:val="28"/>
        </w:rPr>
        <w:t xml:space="preserve"> </w:t>
      </w:r>
      <w:r w:rsidRPr="004A6FA8">
        <w:rPr>
          <w:rFonts w:ascii="Times New Roman" w:hAnsi="Times New Roman" w:cs="Times New Roman"/>
          <w:sz w:val="28"/>
          <w:szCs w:val="28"/>
        </w:rPr>
        <w:t xml:space="preserve">ДПО </w:t>
      </w:r>
      <w:r w:rsidR="00B9106B" w:rsidRPr="004A6FA8">
        <w:rPr>
          <w:rFonts w:ascii="Times New Roman" w:hAnsi="Times New Roman" w:cs="Times New Roman"/>
          <w:sz w:val="28"/>
          <w:szCs w:val="28"/>
        </w:rPr>
        <w:t xml:space="preserve">ЦИТ </w:t>
      </w:r>
      <w:r w:rsidRPr="004A6FA8">
        <w:rPr>
          <w:rFonts w:ascii="Times New Roman" w:hAnsi="Times New Roman" w:cs="Times New Roman"/>
          <w:sz w:val="28"/>
          <w:szCs w:val="28"/>
        </w:rPr>
        <w:t>(ул. К. Маркса, 27а, каб.</w:t>
      </w:r>
      <w:r w:rsidR="0027037A" w:rsidRPr="004A6FA8">
        <w:rPr>
          <w:rFonts w:ascii="Times New Roman" w:hAnsi="Times New Roman" w:cs="Times New Roman"/>
          <w:sz w:val="28"/>
          <w:szCs w:val="28"/>
        </w:rPr>
        <w:t> </w:t>
      </w:r>
      <w:r w:rsidRPr="004A6FA8">
        <w:rPr>
          <w:rFonts w:ascii="Times New Roman" w:hAnsi="Times New Roman" w:cs="Times New Roman"/>
          <w:sz w:val="28"/>
          <w:szCs w:val="28"/>
        </w:rPr>
        <w:t xml:space="preserve">7) в соответствии с графиком (Приложение № </w:t>
      </w:r>
      <w:r w:rsidR="00FB03A3" w:rsidRPr="004A6FA8">
        <w:rPr>
          <w:rFonts w:ascii="Times New Roman" w:hAnsi="Times New Roman" w:cs="Times New Roman"/>
          <w:sz w:val="28"/>
          <w:szCs w:val="28"/>
        </w:rPr>
        <w:t>1</w:t>
      </w:r>
      <w:r w:rsidRPr="004A6FA8">
        <w:rPr>
          <w:rFonts w:ascii="Times New Roman" w:hAnsi="Times New Roman" w:cs="Times New Roman"/>
          <w:sz w:val="28"/>
          <w:szCs w:val="28"/>
        </w:rPr>
        <w:t>) информацию по движению обучающихся за III отчетный период и предварительному комплектованию на 201</w:t>
      </w:r>
      <w:r w:rsidR="003B5706">
        <w:rPr>
          <w:rFonts w:ascii="Times New Roman" w:hAnsi="Times New Roman" w:cs="Times New Roman"/>
          <w:sz w:val="28"/>
          <w:szCs w:val="28"/>
        </w:rPr>
        <w:t>5</w:t>
      </w:r>
      <w:r w:rsidRPr="004A6FA8">
        <w:rPr>
          <w:rFonts w:ascii="Times New Roman" w:hAnsi="Times New Roman" w:cs="Times New Roman"/>
          <w:sz w:val="28"/>
          <w:szCs w:val="28"/>
        </w:rPr>
        <w:t>-201</w:t>
      </w:r>
      <w:r w:rsidR="003B5706">
        <w:rPr>
          <w:rFonts w:ascii="Times New Roman" w:hAnsi="Times New Roman" w:cs="Times New Roman"/>
          <w:sz w:val="28"/>
          <w:szCs w:val="28"/>
        </w:rPr>
        <w:t>6</w:t>
      </w:r>
      <w:r w:rsidRPr="004A6FA8">
        <w:rPr>
          <w:rFonts w:ascii="Times New Roman" w:hAnsi="Times New Roman" w:cs="Times New Roman"/>
          <w:sz w:val="28"/>
          <w:szCs w:val="28"/>
        </w:rPr>
        <w:t xml:space="preserve"> учебный год в соответствии с Приложением № </w:t>
      </w:r>
      <w:r w:rsidR="00FB03A3" w:rsidRPr="004A6FA8">
        <w:rPr>
          <w:rFonts w:ascii="Times New Roman" w:hAnsi="Times New Roman" w:cs="Times New Roman"/>
          <w:sz w:val="28"/>
          <w:szCs w:val="28"/>
        </w:rPr>
        <w:t>2</w:t>
      </w:r>
      <w:r w:rsidRPr="004A6FA8">
        <w:rPr>
          <w:rFonts w:ascii="Times New Roman" w:hAnsi="Times New Roman" w:cs="Times New Roman"/>
          <w:sz w:val="28"/>
          <w:szCs w:val="28"/>
        </w:rPr>
        <w:t>.</w:t>
      </w:r>
      <w:r w:rsidR="004A6FA8" w:rsidRPr="004A6FA8">
        <w:rPr>
          <w:rFonts w:ascii="Times New Roman" w:hAnsi="Times New Roman" w:cs="Times New Roman"/>
          <w:sz w:val="28"/>
          <w:szCs w:val="28"/>
        </w:rPr>
        <w:t xml:space="preserve"> При себе </w:t>
      </w:r>
      <w:r w:rsidR="004A6FA8" w:rsidRPr="004A6FA8">
        <w:rPr>
          <w:rFonts w:ascii="Times New Roman" w:hAnsi="Times New Roman"/>
          <w:sz w:val="28"/>
          <w:szCs w:val="28"/>
        </w:rPr>
        <w:t>иметь бумагу для распечатки – 20 листов и 4 файла.</w:t>
      </w:r>
    </w:p>
    <w:p w:rsidR="003B332F" w:rsidRPr="004677BE" w:rsidRDefault="003B332F" w:rsidP="004A6FA8">
      <w:pPr>
        <w:pStyle w:val="a5"/>
        <w:numPr>
          <w:ilvl w:val="0"/>
          <w:numId w:val="5"/>
        </w:numPr>
        <w:tabs>
          <w:tab w:val="clear" w:pos="360"/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BE"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</w:t>
      </w:r>
      <w:r w:rsidR="003B7F3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4677BE">
        <w:rPr>
          <w:rFonts w:ascii="Times New Roman" w:hAnsi="Times New Roman" w:cs="Times New Roman"/>
          <w:sz w:val="28"/>
          <w:szCs w:val="28"/>
        </w:rPr>
        <w:t xml:space="preserve">образовательных учреждений, реализующих основную общеобразовательную программу дошкольного образования, согласовать </w:t>
      </w:r>
      <w:r w:rsidRPr="00490709">
        <w:rPr>
          <w:rFonts w:ascii="Times New Roman" w:hAnsi="Times New Roman" w:cs="Times New Roman"/>
          <w:sz w:val="28"/>
          <w:szCs w:val="28"/>
        </w:rPr>
        <w:t>2</w:t>
      </w:r>
      <w:r w:rsidR="00490709" w:rsidRPr="00490709">
        <w:rPr>
          <w:rFonts w:ascii="Times New Roman" w:hAnsi="Times New Roman" w:cs="Times New Roman"/>
          <w:sz w:val="28"/>
          <w:szCs w:val="28"/>
        </w:rPr>
        <w:t>3</w:t>
      </w:r>
      <w:r w:rsidRPr="00490709">
        <w:rPr>
          <w:rFonts w:ascii="Times New Roman" w:hAnsi="Times New Roman" w:cs="Times New Roman"/>
          <w:sz w:val="28"/>
          <w:szCs w:val="28"/>
        </w:rPr>
        <w:t>.</w:t>
      </w:r>
      <w:r w:rsidR="009649EA" w:rsidRPr="00490709">
        <w:rPr>
          <w:rFonts w:ascii="Times New Roman" w:hAnsi="Times New Roman" w:cs="Times New Roman"/>
          <w:sz w:val="28"/>
          <w:szCs w:val="28"/>
        </w:rPr>
        <w:t>03</w:t>
      </w:r>
      <w:r w:rsidRPr="00490709">
        <w:rPr>
          <w:rFonts w:ascii="Times New Roman" w:hAnsi="Times New Roman" w:cs="Times New Roman"/>
          <w:sz w:val="28"/>
          <w:szCs w:val="28"/>
        </w:rPr>
        <w:t>.201</w:t>
      </w:r>
      <w:r w:rsidR="00490709" w:rsidRPr="00490709">
        <w:rPr>
          <w:rFonts w:ascii="Times New Roman" w:hAnsi="Times New Roman" w:cs="Times New Roman"/>
          <w:sz w:val="28"/>
          <w:szCs w:val="28"/>
        </w:rPr>
        <w:t>5</w:t>
      </w:r>
      <w:r w:rsidR="009649EA" w:rsidRPr="00490709">
        <w:rPr>
          <w:rFonts w:ascii="Times New Roman" w:hAnsi="Times New Roman" w:cs="Times New Roman"/>
          <w:sz w:val="28"/>
          <w:szCs w:val="28"/>
        </w:rPr>
        <w:t xml:space="preserve"> и 2</w:t>
      </w:r>
      <w:r w:rsidR="00B03255" w:rsidRPr="00490709">
        <w:rPr>
          <w:rFonts w:ascii="Times New Roman" w:hAnsi="Times New Roman" w:cs="Times New Roman"/>
          <w:sz w:val="28"/>
          <w:szCs w:val="28"/>
        </w:rPr>
        <w:t>5</w:t>
      </w:r>
      <w:r w:rsidR="009649EA" w:rsidRPr="00490709">
        <w:rPr>
          <w:rFonts w:ascii="Times New Roman" w:hAnsi="Times New Roman" w:cs="Times New Roman"/>
          <w:sz w:val="28"/>
          <w:szCs w:val="28"/>
        </w:rPr>
        <w:t>.03.201</w:t>
      </w:r>
      <w:r w:rsidR="00490709" w:rsidRPr="00490709">
        <w:rPr>
          <w:rFonts w:ascii="Times New Roman" w:hAnsi="Times New Roman" w:cs="Times New Roman"/>
          <w:sz w:val="28"/>
          <w:szCs w:val="28"/>
        </w:rPr>
        <w:t>5</w:t>
      </w:r>
      <w:r w:rsidRPr="004677BE">
        <w:rPr>
          <w:rFonts w:ascii="Times New Roman" w:hAnsi="Times New Roman" w:cs="Times New Roman"/>
          <w:sz w:val="28"/>
          <w:szCs w:val="28"/>
        </w:rPr>
        <w:t xml:space="preserve"> в департаменте образования (отдел дошкольного образования, каб. 107)  форм</w:t>
      </w:r>
      <w:r w:rsidR="004677BE" w:rsidRPr="004677BE">
        <w:rPr>
          <w:rFonts w:ascii="Times New Roman" w:hAnsi="Times New Roman" w:cs="Times New Roman"/>
          <w:sz w:val="28"/>
          <w:szCs w:val="28"/>
        </w:rPr>
        <w:t>ы</w:t>
      </w:r>
      <w:r w:rsidRPr="004677BE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4677BE" w:rsidRPr="004677BE">
        <w:rPr>
          <w:rFonts w:ascii="Times New Roman" w:hAnsi="Times New Roman" w:cs="Times New Roman"/>
          <w:sz w:val="28"/>
          <w:szCs w:val="28"/>
        </w:rPr>
        <w:t>ов:</w:t>
      </w:r>
      <w:r w:rsidRPr="004677BE">
        <w:rPr>
          <w:rFonts w:ascii="Times New Roman" w:hAnsi="Times New Roman" w:cs="Times New Roman"/>
          <w:sz w:val="28"/>
          <w:szCs w:val="28"/>
        </w:rPr>
        <w:t xml:space="preserve"> </w:t>
      </w:r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</w:t>
      </w:r>
      <w:r w:rsidR="009649EA"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Б</w:t>
      </w:r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У №____, реализующего основную  общеобразовательную программу дошкольного образования</w:t>
      </w:r>
      <w:r w:rsidRPr="004677BE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9649EA" w:rsidRPr="004677BE">
        <w:rPr>
          <w:rFonts w:ascii="Times New Roman" w:hAnsi="Times New Roman" w:cs="Times New Roman"/>
          <w:sz w:val="28"/>
          <w:szCs w:val="28"/>
        </w:rPr>
        <w:t>31</w:t>
      </w:r>
      <w:r w:rsidRPr="004677BE">
        <w:rPr>
          <w:rFonts w:ascii="Times New Roman" w:hAnsi="Times New Roman" w:cs="Times New Roman"/>
          <w:sz w:val="28"/>
          <w:szCs w:val="28"/>
        </w:rPr>
        <w:t>.</w:t>
      </w:r>
      <w:r w:rsidR="009649EA" w:rsidRPr="004677BE">
        <w:rPr>
          <w:rFonts w:ascii="Times New Roman" w:hAnsi="Times New Roman" w:cs="Times New Roman"/>
          <w:sz w:val="28"/>
          <w:szCs w:val="28"/>
        </w:rPr>
        <w:t>03</w:t>
      </w:r>
      <w:r w:rsidRPr="004677BE">
        <w:rPr>
          <w:rFonts w:ascii="Times New Roman" w:hAnsi="Times New Roman" w:cs="Times New Roman"/>
          <w:sz w:val="28"/>
          <w:szCs w:val="28"/>
        </w:rPr>
        <w:t>.201</w:t>
      </w:r>
      <w:r w:rsidR="003B5706">
        <w:rPr>
          <w:rFonts w:ascii="Times New Roman" w:hAnsi="Times New Roman" w:cs="Times New Roman"/>
          <w:sz w:val="28"/>
          <w:szCs w:val="28"/>
        </w:rPr>
        <w:t>5</w:t>
      </w:r>
      <w:r w:rsidRPr="004677BE">
        <w:rPr>
          <w:rFonts w:ascii="Times New Roman" w:hAnsi="Times New Roman" w:cs="Times New Roman"/>
          <w:sz w:val="28"/>
          <w:szCs w:val="28"/>
        </w:rPr>
        <w:t>»</w:t>
      </w:r>
      <w:r w:rsidR="004677BE" w:rsidRPr="004677BE">
        <w:rPr>
          <w:rFonts w:ascii="Times New Roman" w:hAnsi="Times New Roman" w:cs="Times New Roman"/>
          <w:sz w:val="28"/>
          <w:szCs w:val="28"/>
        </w:rPr>
        <w:t xml:space="preserve"> и </w:t>
      </w:r>
      <w:r w:rsidR="004677BE" w:rsidRPr="004677BE">
        <w:rPr>
          <w:rFonts w:ascii="Times New Roman" w:hAnsi="Times New Roman" w:cs="Times New Roman"/>
          <w:sz w:val="28"/>
          <w:szCs w:val="28"/>
        </w:rPr>
        <w:lastRenderedPageBreak/>
        <w:t>«Титульный лист предварительного  комплектования</w:t>
      </w:r>
      <w:r w:rsidR="004677BE"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МБУ №____, реализующего основную  общеобразовательную программу дошкольного образования</w:t>
      </w:r>
      <w:r w:rsidR="004677BE" w:rsidRPr="004677BE">
        <w:rPr>
          <w:rFonts w:ascii="Times New Roman" w:hAnsi="Times New Roman" w:cs="Times New Roman"/>
          <w:sz w:val="28"/>
          <w:szCs w:val="28"/>
        </w:rPr>
        <w:t xml:space="preserve"> на 201</w:t>
      </w:r>
      <w:r w:rsidR="001C6600">
        <w:rPr>
          <w:rFonts w:ascii="Times New Roman" w:hAnsi="Times New Roman" w:cs="Times New Roman"/>
          <w:sz w:val="28"/>
          <w:szCs w:val="28"/>
        </w:rPr>
        <w:t>5</w:t>
      </w:r>
      <w:r w:rsidR="004677BE" w:rsidRPr="004677BE">
        <w:rPr>
          <w:rFonts w:ascii="Times New Roman" w:hAnsi="Times New Roman" w:cs="Times New Roman"/>
          <w:sz w:val="28"/>
          <w:szCs w:val="28"/>
        </w:rPr>
        <w:t>-201</w:t>
      </w:r>
      <w:r w:rsidR="001C6600">
        <w:rPr>
          <w:rFonts w:ascii="Times New Roman" w:hAnsi="Times New Roman" w:cs="Times New Roman"/>
          <w:sz w:val="28"/>
          <w:szCs w:val="28"/>
        </w:rPr>
        <w:t>6</w:t>
      </w:r>
      <w:r w:rsidR="004677BE" w:rsidRPr="004677BE">
        <w:rPr>
          <w:rFonts w:ascii="Times New Roman" w:hAnsi="Times New Roman" w:cs="Times New Roman"/>
          <w:sz w:val="28"/>
          <w:szCs w:val="28"/>
        </w:rPr>
        <w:t xml:space="preserve"> учебный год»</w:t>
      </w:r>
      <w:r w:rsidRPr="004677BE">
        <w:rPr>
          <w:rFonts w:ascii="Times New Roman" w:hAnsi="Times New Roman" w:cs="Times New Roman"/>
          <w:sz w:val="28"/>
          <w:szCs w:val="28"/>
        </w:rPr>
        <w:t>.</w:t>
      </w:r>
    </w:p>
    <w:p w:rsidR="004A6FA8" w:rsidRPr="008E6CC8" w:rsidRDefault="00383F84" w:rsidP="004A6FA8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A6FA8">
        <w:rPr>
          <w:rFonts w:ascii="Times New Roman" w:hAnsi="Times New Roman" w:cs="Times New Roman"/>
          <w:sz w:val="28"/>
          <w:szCs w:val="28"/>
        </w:rPr>
        <w:t>Сдача отчетов руководителями образовательных учреждений обязательна.</w:t>
      </w:r>
    </w:p>
    <w:p w:rsidR="007E227E" w:rsidRDefault="007E227E" w:rsidP="00F235B6">
      <w:pPr>
        <w:rPr>
          <w:rFonts w:ascii="Times New Roman" w:hAnsi="Times New Roman" w:cs="Times New Roman"/>
          <w:sz w:val="28"/>
          <w:szCs w:val="28"/>
        </w:rPr>
      </w:pPr>
    </w:p>
    <w:p w:rsidR="007E227E" w:rsidRDefault="007E227E" w:rsidP="00F235B6">
      <w:pPr>
        <w:rPr>
          <w:rFonts w:ascii="Times New Roman" w:hAnsi="Times New Roman" w:cs="Times New Roman"/>
          <w:sz w:val="28"/>
          <w:szCs w:val="28"/>
        </w:rPr>
      </w:pPr>
    </w:p>
    <w:p w:rsidR="00CA7035" w:rsidRDefault="00CA7035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7E227E" w:rsidRDefault="00C915FA" w:rsidP="00F235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80829" w:rsidRPr="00B85D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80829" w:rsidRPr="00B85D10">
        <w:rPr>
          <w:rFonts w:ascii="Times New Roman" w:hAnsi="Times New Roman" w:cs="Times New Roman"/>
          <w:sz w:val="28"/>
          <w:szCs w:val="28"/>
        </w:rPr>
        <w:t xml:space="preserve"> </w:t>
      </w:r>
      <w:r w:rsidR="00CA70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303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A7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Т.Л. Терлецкая</w:t>
      </w:r>
    </w:p>
    <w:p w:rsidR="00CA7035" w:rsidRDefault="00CA7035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B13F10" w:rsidRDefault="00B13F10" w:rsidP="00F235B6">
      <w:pPr>
        <w:rPr>
          <w:rFonts w:ascii="Times New Roman" w:hAnsi="Times New Roman" w:cs="Times New Roman"/>
          <w:sz w:val="28"/>
          <w:szCs w:val="28"/>
        </w:rPr>
      </w:pPr>
    </w:p>
    <w:p w:rsidR="00B13F10" w:rsidRDefault="00B13F10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4C5444" w:rsidRDefault="004C5444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580829" w:rsidRPr="00B85D10" w:rsidRDefault="00580829" w:rsidP="00F235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Торопова </w:t>
      </w:r>
      <w:r w:rsidR="00C915FA">
        <w:rPr>
          <w:rFonts w:ascii="Times New Roman" w:hAnsi="Times New Roman" w:cs="Times New Roman"/>
          <w:sz w:val="28"/>
          <w:szCs w:val="28"/>
        </w:rPr>
        <w:t>543867</w:t>
      </w:r>
    </w:p>
    <w:p w:rsidR="00513ABE" w:rsidRDefault="00513AB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51D88" w:rsidRPr="00F235B6" w:rsidRDefault="00751D88" w:rsidP="00751D88">
      <w:pPr>
        <w:pStyle w:val="3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</w:t>
      </w:r>
      <w:r w:rsidRPr="00EC1417">
        <w:rPr>
          <w:rFonts w:ascii="Times New Roman" w:hAnsi="Times New Roman"/>
          <w:b w:val="0"/>
          <w:color w:val="auto"/>
          <w:sz w:val="28"/>
          <w:szCs w:val="28"/>
        </w:rPr>
        <w:t xml:space="preserve">риложение № </w:t>
      </w:r>
      <w:r>
        <w:rPr>
          <w:rFonts w:ascii="Times New Roman" w:hAnsi="Times New Roman"/>
          <w:b w:val="0"/>
          <w:color w:val="auto"/>
          <w:sz w:val="28"/>
          <w:szCs w:val="28"/>
        </w:rPr>
        <w:t>1</w:t>
      </w:r>
    </w:p>
    <w:p w:rsidR="00751D88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1D88" w:rsidRPr="00536E5D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сдачи отчетов</w:t>
      </w:r>
    </w:p>
    <w:p w:rsidR="00751D88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="00B13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ОУДПОС </w:t>
      </w:r>
      <w:r w:rsidR="00B13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ЦИТ 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(ул. К. Маркса, 27а, каб. № 7)</w:t>
      </w:r>
    </w:p>
    <w:p w:rsidR="00751D88" w:rsidRPr="007469FC" w:rsidRDefault="00751D88" w:rsidP="00751D8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6"/>
        <w:gridCol w:w="1397"/>
        <w:gridCol w:w="1069"/>
        <w:gridCol w:w="1069"/>
        <w:gridCol w:w="1241"/>
        <w:gridCol w:w="1397"/>
        <w:gridCol w:w="1387"/>
        <w:gridCol w:w="1137"/>
        <w:gridCol w:w="11"/>
      </w:tblGrid>
      <w:tr w:rsidR="00290C1B" w:rsidRPr="00867713" w:rsidTr="008B3C09">
        <w:trPr>
          <w:gridAfter w:val="1"/>
          <w:wAfter w:w="11" w:type="dxa"/>
          <w:cantSplit/>
        </w:trPr>
        <w:tc>
          <w:tcPr>
            <w:tcW w:w="10133" w:type="dxa"/>
            <w:gridSpan w:val="8"/>
            <w:shd w:val="clear" w:color="auto" w:fill="FFFFFF"/>
          </w:tcPr>
          <w:p w:rsidR="00290C1B" w:rsidRPr="00867713" w:rsidRDefault="00290C1B" w:rsidP="002740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Школы, лицеи, гимназии</w:t>
            </w:r>
          </w:p>
        </w:tc>
      </w:tr>
      <w:tr w:rsidR="00290C1B" w:rsidRPr="00867713" w:rsidTr="004F7A59">
        <w:trPr>
          <w:gridAfter w:val="1"/>
          <w:wAfter w:w="11" w:type="dxa"/>
          <w:cantSplit/>
        </w:trPr>
        <w:tc>
          <w:tcPr>
            <w:tcW w:w="4971" w:type="dxa"/>
            <w:gridSpan w:val="4"/>
          </w:tcPr>
          <w:p w:rsidR="00290C1B" w:rsidRPr="00867713" w:rsidRDefault="00290C1B" w:rsidP="004C54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.04.201</w:t>
            </w:r>
            <w:r w:rsidR="004C54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62" w:type="dxa"/>
            <w:gridSpan w:val="4"/>
          </w:tcPr>
          <w:p w:rsidR="00290C1B" w:rsidRPr="00867713" w:rsidRDefault="00290C1B" w:rsidP="004C54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.04.201</w:t>
            </w:r>
            <w:r w:rsidR="004C54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90C1B" w:rsidRPr="00867713" w:rsidTr="00F31CF9">
        <w:tc>
          <w:tcPr>
            <w:tcW w:w="1436" w:type="dxa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069" w:type="dxa"/>
          </w:tcPr>
          <w:p w:rsidR="00290C1B" w:rsidRPr="00867713" w:rsidRDefault="00290C1B" w:rsidP="00E612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069" w:type="dxa"/>
          </w:tcPr>
          <w:p w:rsidR="00290C1B" w:rsidRPr="00867713" w:rsidRDefault="00290C1B" w:rsidP="00E612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241" w:type="dxa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387" w:type="dxa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148" w:type="dxa"/>
            <w:gridSpan w:val="2"/>
          </w:tcPr>
          <w:p w:rsidR="00290C1B" w:rsidRPr="00867713" w:rsidRDefault="00290C1B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  <w:tc>
          <w:tcPr>
            <w:tcW w:w="1241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387" w:type="dxa"/>
          </w:tcPr>
          <w:p w:rsidR="00ED647D" w:rsidRPr="00867713" w:rsidRDefault="00ED647D" w:rsidP="00085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387" w:type="dxa"/>
          </w:tcPr>
          <w:p w:rsidR="00ED647D" w:rsidRPr="00867713" w:rsidRDefault="00ED647D" w:rsidP="00085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085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ED647D" w:rsidRPr="00867713" w:rsidRDefault="00ED647D" w:rsidP="00085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7B5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7" w:type="dxa"/>
          </w:tcPr>
          <w:p w:rsidR="00ED647D" w:rsidRPr="00867713" w:rsidRDefault="00ED647D" w:rsidP="00357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87" w:type="dxa"/>
          </w:tcPr>
          <w:p w:rsidR="00ED647D" w:rsidRPr="00867713" w:rsidRDefault="00ED647D" w:rsidP="00FA5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387" w:type="dxa"/>
          </w:tcPr>
          <w:p w:rsidR="00ED647D" w:rsidRPr="00867713" w:rsidRDefault="00ED647D" w:rsidP="00FA5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rPr>
          <w:trHeight w:val="149"/>
        </w:trPr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FA5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ED647D" w:rsidRPr="00867713" w:rsidRDefault="00ED647D" w:rsidP="00FA5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15:50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069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D647D" w:rsidRPr="00867713" w:rsidRDefault="00ED647D" w:rsidP="0028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D647D" w:rsidRPr="00867713" w:rsidRDefault="00ED647D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D647D" w:rsidRPr="00867713" w:rsidRDefault="00ED647D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47D" w:rsidRPr="00867713" w:rsidTr="00F31CF9">
        <w:tc>
          <w:tcPr>
            <w:tcW w:w="1436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7" w:type="dxa"/>
          </w:tcPr>
          <w:p w:rsidR="00ED647D" w:rsidRPr="00867713" w:rsidRDefault="00ED647D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ED647D" w:rsidRPr="00867713" w:rsidRDefault="00ED647D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97" w:type="dxa"/>
          </w:tcPr>
          <w:p w:rsidR="00ED647D" w:rsidRPr="00867713" w:rsidRDefault="00ED647D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ED647D" w:rsidRPr="00867713" w:rsidRDefault="00ED647D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ED647D" w:rsidRPr="00867713" w:rsidRDefault="00ED647D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87" w:type="dxa"/>
          </w:tcPr>
          <w:p w:rsidR="00BA36B4" w:rsidRPr="00867713" w:rsidRDefault="00BA36B4" w:rsidP="00E105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1415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5630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AB2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0514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AB2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FE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AB2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FE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6B4" w:rsidRPr="00867713" w:rsidTr="00F31CF9">
        <w:tc>
          <w:tcPr>
            <w:tcW w:w="1436" w:type="dxa"/>
          </w:tcPr>
          <w:p w:rsidR="00BA36B4" w:rsidRPr="00867713" w:rsidRDefault="00BA36B4" w:rsidP="00AB2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97" w:type="dxa"/>
          </w:tcPr>
          <w:p w:rsidR="00BA36B4" w:rsidRPr="00867713" w:rsidRDefault="00BA36B4" w:rsidP="00F31C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9" w:type="dxa"/>
          </w:tcPr>
          <w:p w:rsidR="00BA36B4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BA36B4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BA36B4" w:rsidRPr="00867713" w:rsidRDefault="00BA36B4" w:rsidP="00FE2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7" w:type="dxa"/>
          </w:tcPr>
          <w:p w:rsidR="00BA36B4" w:rsidRPr="00867713" w:rsidRDefault="00BA36B4" w:rsidP="00E61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87" w:type="dxa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BA36B4" w:rsidRPr="00867713" w:rsidRDefault="00BA36B4" w:rsidP="00F2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6C8" w:rsidRDefault="00CE16C8" w:rsidP="00CE16C8"/>
    <w:p w:rsidR="00751D88" w:rsidRDefault="00751D88" w:rsidP="00CE16C8">
      <w:pPr>
        <w:pStyle w:val="6"/>
        <w:rPr>
          <w:b w:val="0"/>
          <w:sz w:val="28"/>
          <w:szCs w:val="28"/>
        </w:rPr>
      </w:pPr>
    </w:p>
    <w:p w:rsidR="00751D88" w:rsidRDefault="00751D88" w:rsidP="00751D88">
      <w:pPr>
        <w:rPr>
          <w:rFonts w:ascii="Times New Roman" w:hAnsi="Times New Roman" w:cs="Times New Roman"/>
        </w:rPr>
      </w:pPr>
      <w:r>
        <w:br w:type="page"/>
      </w:r>
    </w:p>
    <w:p w:rsidR="00580829" w:rsidRPr="00F0148E" w:rsidRDefault="00580829" w:rsidP="00497142">
      <w:pPr>
        <w:pStyle w:val="6"/>
        <w:jc w:val="right"/>
        <w:rPr>
          <w:b w:val="0"/>
          <w:i/>
          <w:sz w:val="28"/>
          <w:szCs w:val="28"/>
        </w:rPr>
      </w:pPr>
      <w:r w:rsidRPr="00F0148E">
        <w:rPr>
          <w:b w:val="0"/>
          <w:sz w:val="28"/>
          <w:szCs w:val="28"/>
        </w:rPr>
        <w:lastRenderedPageBreak/>
        <w:t xml:space="preserve">Приложение № </w:t>
      </w:r>
      <w:r w:rsidR="007C1FFF">
        <w:rPr>
          <w:b w:val="0"/>
          <w:sz w:val="28"/>
          <w:szCs w:val="28"/>
        </w:rPr>
        <w:t>2</w:t>
      </w:r>
    </w:p>
    <w:p w:rsidR="00D2315F" w:rsidRDefault="00D2315F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p w:rsidR="00580829" w:rsidRPr="00934B09" w:rsidRDefault="00580829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</w:t>
      </w:r>
      <w:r w:rsidRPr="00934B09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34B09">
        <w:rPr>
          <w:rFonts w:ascii="Times New Roman" w:hAnsi="Times New Roman" w:cs="Times New Roman"/>
          <w:sz w:val="28"/>
          <w:szCs w:val="28"/>
        </w:rPr>
        <w:t xml:space="preserve"> для сдачи отчетов по движению обучающихся </w:t>
      </w:r>
      <w:r w:rsidR="00081E94">
        <w:rPr>
          <w:rFonts w:ascii="Times New Roman" w:hAnsi="Times New Roman" w:cs="Times New Roman"/>
          <w:sz w:val="28"/>
          <w:szCs w:val="28"/>
        </w:rPr>
        <w:t>МБУ</w:t>
      </w:r>
    </w:p>
    <w:p w:rsidR="00580829" w:rsidRDefault="00580829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934B0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34B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 w:cs="Times New Roman"/>
          <w:sz w:val="28"/>
          <w:szCs w:val="28"/>
        </w:rPr>
        <w:t xml:space="preserve"> отчетный период 20</w:t>
      </w:r>
      <w:r w:rsidR="000B4672">
        <w:rPr>
          <w:rFonts w:ascii="Times New Roman" w:hAnsi="Times New Roman" w:cs="Times New Roman"/>
          <w:sz w:val="28"/>
          <w:szCs w:val="28"/>
        </w:rPr>
        <w:t>1</w:t>
      </w:r>
      <w:r w:rsidR="00502469">
        <w:rPr>
          <w:rFonts w:ascii="Times New Roman" w:hAnsi="Times New Roman" w:cs="Times New Roman"/>
          <w:sz w:val="28"/>
          <w:szCs w:val="28"/>
        </w:rPr>
        <w:t>4</w:t>
      </w:r>
      <w:r w:rsidRPr="00934B0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02469">
        <w:rPr>
          <w:rFonts w:ascii="Times New Roman" w:hAnsi="Times New Roman" w:cs="Times New Roman"/>
          <w:sz w:val="28"/>
          <w:szCs w:val="28"/>
        </w:rPr>
        <w:t>5</w:t>
      </w:r>
      <w:r w:rsidRPr="00934B09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10B19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>.12.20</w:t>
      </w:r>
      <w:r w:rsidR="000B4672">
        <w:rPr>
          <w:rFonts w:ascii="Times New Roman" w:hAnsi="Times New Roman" w:cs="Times New Roman"/>
          <w:bCs/>
          <w:sz w:val="28"/>
          <w:szCs w:val="28"/>
        </w:rPr>
        <w:t>1</w:t>
      </w:r>
      <w:r w:rsidR="00502469">
        <w:rPr>
          <w:rFonts w:ascii="Times New Roman" w:hAnsi="Times New Roman" w:cs="Times New Roman"/>
          <w:bCs/>
          <w:sz w:val="28"/>
          <w:szCs w:val="28"/>
        </w:rPr>
        <w:t>4</w:t>
      </w:r>
      <w:r w:rsidR="000B4672">
        <w:rPr>
          <w:rFonts w:ascii="Times New Roman" w:hAnsi="Times New Roman" w:cs="Times New Roman"/>
          <w:bCs/>
          <w:sz w:val="28"/>
          <w:szCs w:val="28"/>
        </w:rPr>
        <w:t xml:space="preserve"> – 31.03.201</w:t>
      </w:r>
      <w:r w:rsidR="00502469">
        <w:rPr>
          <w:rFonts w:ascii="Times New Roman" w:hAnsi="Times New Roman" w:cs="Times New Roman"/>
          <w:bCs/>
          <w:sz w:val="28"/>
          <w:szCs w:val="28"/>
        </w:rPr>
        <w:t>5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D408F">
        <w:rPr>
          <w:rFonts w:ascii="Times New Roman" w:hAnsi="Times New Roman" w:cs="Times New Roman"/>
          <w:bCs/>
          <w:sz w:val="28"/>
          <w:szCs w:val="28"/>
        </w:rPr>
        <w:t>и предварительно</w:t>
      </w:r>
      <w:r w:rsidR="00081E94">
        <w:rPr>
          <w:rFonts w:ascii="Times New Roman" w:hAnsi="Times New Roman" w:cs="Times New Roman"/>
          <w:bCs/>
          <w:sz w:val="28"/>
          <w:szCs w:val="28"/>
        </w:rPr>
        <w:t>му</w:t>
      </w:r>
      <w:r w:rsidR="00FD408F">
        <w:rPr>
          <w:rFonts w:ascii="Times New Roman" w:hAnsi="Times New Roman" w:cs="Times New Roman"/>
          <w:bCs/>
          <w:sz w:val="28"/>
          <w:szCs w:val="28"/>
        </w:rPr>
        <w:t xml:space="preserve"> комплектовани</w:t>
      </w:r>
      <w:r w:rsidR="00081E94">
        <w:rPr>
          <w:rFonts w:ascii="Times New Roman" w:hAnsi="Times New Roman" w:cs="Times New Roman"/>
          <w:bCs/>
          <w:sz w:val="28"/>
          <w:szCs w:val="28"/>
        </w:rPr>
        <w:t>ю</w:t>
      </w:r>
      <w:r w:rsidR="00FD408F">
        <w:rPr>
          <w:rFonts w:ascii="Times New Roman" w:hAnsi="Times New Roman" w:cs="Times New Roman"/>
          <w:bCs/>
          <w:sz w:val="28"/>
          <w:szCs w:val="28"/>
        </w:rPr>
        <w:t xml:space="preserve"> на 201</w:t>
      </w:r>
      <w:r w:rsidR="00502469">
        <w:rPr>
          <w:rFonts w:ascii="Times New Roman" w:hAnsi="Times New Roman" w:cs="Times New Roman"/>
          <w:bCs/>
          <w:sz w:val="28"/>
          <w:szCs w:val="28"/>
        </w:rPr>
        <w:t>5</w:t>
      </w:r>
      <w:r w:rsidR="00FD408F">
        <w:rPr>
          <w:rFonts w:ascii="Times New Roman" w:hAnsi="Times New Roman" w:cs="Times New Roman"/>
          <w:bCs/>
          <w:sz w:val="28"/>
          <w:szCs w:val="28"/>
        </w:rPr>
        <w:t>-201</w:t>
      </w:r>
      <w:r w:rsidR="00502469">
        <w:rPr>
          <w:rFonts w:ascii="Times New Roman" w:hAnsi="Times New Roman" w:cs="Times New Roman"/>
          <w:bCs/>
          <w:sz w:val="28"/>
          <w:szCs w:val="28"/>
        </w:rPr>
        <w:t>6</w:t>
      </w:r>
      <w:r w:rsidR="00FD408F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6204"/>
        <w:gridCol w:w="851"/>
        <w:gridCol w:w="2520"/>
      </w:tblGrid>
      <w:tr w:rsidR="00580829" w:rsidRPr="00497142" w:rsidTr="00497142">
        <w:tc>
          <w:tcPr>
            <w:tcW w:w="708" w:type="dxa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04" w:type="dxa"/>
            <w:vAlign w:val="center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851" w:type="dxa"/>
            <w:vAlign w:val="center"/>
          </w:tcPr>
          <w:p w:rsidR="00580829" w:rsidRPr="00497142" w:rsidRDefault="00580829" w:rsidP="0049714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Кол</w:t>
            </w:r>
            <w:r w:rsidR="00497142">
              <w:rPr>
                <w:rFonts w:ascii="Times New Roman" w:hAnsi="Times New Roman" w:cs="Times New Roman"/>
              </w:rPr>
              <w:t>-</w:t>
            </w:r>
            <w:r w:rsidRPr="00497142">
              <w:rPr>
                <w:rFonts w:ascii="Times New Roman" w:hAnsi="Times New Roman" w:cs="Times New Roman"/>
              </w:rPr>
              <w:t>во экз</w:t>
            </w:r>
            <w:r w:rsid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  <w:vAlign w:val="center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580829" w:rsidRPr="00497142" w:rsidTr="00497142">
        <w:tc>
          <w:tcPr>
            <w:tcW w:w="10283" w:type="dxa"/>
            <w:gridSpan w:val="4"/>
          </w:tcPr>
          <w:p w:rsidR="00580829" w:rsidRPr="00497142" w:rsidRDefault="00580829" w:rsidP="00931C0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  <w:b/>
              </w:rPr>
              <w:t>Отчеты, автоматически формирующиеся в АСУ РСО:</w:t>
            </w:r>
          </w:p>
        </w:tc>
      </w:tr>
      <w:tr w:rsidR="001B18FF" w:rsidRPr="00497142" w:rsidTr="00497142">
        <w:tc>
          <w:tcPr>
            <w:tcW w:w="708" w:type="dxa"/>
          </w:tcPr>
          <w:p w:rsidR="001B18FF" w:rsidRPr="00497142" w:rsidRDefault="001B18FF" w:rsidP="001B18FF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B18FF" w:rsidRPr="00497142" w:rsidRDefault="001B18FF" w:rsidP="00637D4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«Список прибывших учащихся М</w:t>
            </w:r>
            <w:r w:rsidR="00F20863" w:rsidRPr="00497142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</w:t>
            </w:r>
            <w:r w:rsidRPr="00497142">
              <w:rPr>
                <w:rFonts w:ascii="Times New Roman" w:hAnsi="Times New Roman" w:cs="Times New Roman"/>
              </w:rPr>
              <w:t xml:space="preserve">с </w:t>
            </w:r>
            <w:r w:rsidR="004E656A"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bCs/>
              </w:rPr>
              <w:t>21.12.201</w:t>
            </w:r>
            <w:r w:rsidR="00637D44">
              <w:rPr>
                <w:rFonts w:ascii="Times New Roman" w:hAnsi="Times New Roman" w:cs="Times New Roman"/>
                <w:bCs/>
              </w:rPr>
              <w:t>4</w:t>
            </w:r>
            <w:r w:rsidRPr="00497142">
              <w:rPr>
                <w:rFonts w:ascii="Times New Roman" w:hAnsi="Times New Roman" w:cs="Times New Roman"/>
                <w:bCs/>
              </w:rPr>
              <w:t xml:space="preserve"> – 31.03.201</w:t>
            </w:r>
            <w:r w:rsidR="00637D44">
              <w:rPr>
                <w:rFonts w:ascii="Times New Roman" w:hAnsi="Times New Roman" w:cs="Times New Roman"/>
                <w:bCs/>
              </w:rPr>
              <w:t>5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851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520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1B18FF" w:rsidRPr="001179AD" w:rsidTr="00497142">
        <w:tc>
          <w:tcPr>
            <w:tcW w:w="708" w:type="dxa"/>
          </w:tcPr>
          <w:p w:rsidR="001B18FF" w:rsidRPr="00497142" w:rsidRDefault="001B18FF" w:rsidP="001B18FF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E11B4C" w:rsidRPr="001179AD" w:rsidRDefault="001B18FF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1179AD">
              <w:rPr>
                <w:rFonts w:ascii="Times New Roman" w:hAnsi="Times New Roman" w:cs="Times New Roman"/>
              </w:rPr>
              <w:t>«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Список выбывших учащихся М</w:t>
            </w:r>
            <w:r w:rsidR="00F20863" w:rsidRPr="001179AD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</w:t>
            </w:r>
            <w:r w:rsidRPr="001179AD">
              <w:rPr>
                <w:rFonts w:ascii="Times New Roman" w:hAnsi="Times New Roman" w:cs="Times New Roman"/>
              </w:rPr>
              <w:t xml:space="preserve">с  </w:t>
            </w:r>
            <w:r w:rsidRPr="001179AD">
              <w:rPr>
                <w:rFonts w:ascii="Times New Roman" w:hAnsi="Times New Roman" w:cs="Times New Roman"/>
                <w:bCs/>
              </w:rPr>
              <w:t>21.12.201</w:t>
            </w:r>
            <w:r w:rsidR="00637D44" w:rsidRPr="001179AD">
              <w:rPr>
                <w:rFonts w:ascii="Times New Roman" w:hAnsi="Times New Roman" w:cs="Times New Roman"/>
                <w:bCs/>
              </w:rPr>
              <w:t>4</w:t>
            </w:r>
            <w:r w:rsidRPr="001179AD">
              <w:rPr>
                <w:rFonts w:ascii="Times New Roman" w:hAnsi="Times New Roman" w:cs="Times New Roman"/>
                <w:bCs/>
              </w:rPr>
              <w:t xml:space="preserve">  – 31.03.201</w:t>
            </w:r>
            <w:r w:rsidR="00637D44" w:rsidRPr="001179AD">
              <w:rPr>
                <w:rFonts w:ascii="Times New Roman" w:hAnsi="Times New Roman" w:cs="Times New Roman"/>
                <w:bCs/>
              </w:rPr>
              <w:t>5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  <w:p w:rsidR="00DA4DB3" w:rsidRPr="001179AD" w:rsidRDefault="00DA4DB3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1179AD">
              <w:rPr>
                <w:rFonts w:ascii="Times New Roman" w:hAnsi="Times New Roman" w:cs="Times New Roman"/>
                <w:i/>
                <w:color w:val="000000"/>
                <w:spacing w:val="3"/>
              </w:rPr>
              <w:t>(подтверждается предоставлением книги движения учащихся (или ксерокопией)</w:t>
            </w:r>
          </w:p>
          <w:p w:rsidR="001B18FF" w:rsidRPr="001179AD" w:rsidRDefault="001B18FF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1179AD">
              <w:rPr>
                <w:rFonts w:ascii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</w:p>
        </w:tc>
        <w:tc>
          <w:tcPr>
            <w:tcW w:w="851" w:type="dxa"/>
          </w:tcPr>
          <w:p w:rsidR="001B18FF" w:rsidRPr="001179AD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1B18FF" w:rsidRPr="001179AD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580829" w:rsidRPr="001179AD" w:rsidTr="00497142">
        <w:tc>
          <w:tcPr>
            <w:tcW w:w="708" w:type="dxa"/>
          </w:tcPr>
          <w:p w:rsidR="00580829" w:rsidRPr="001179AD" w:rsidRDefault="00580829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580829" w:rsidRPr="001179AD" w:rsidRDefault="00580829" w:rsidP="008A0C7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«Форма 3. Информация по движению учащихся с</w:t>
            </w:r>
            <w:r w:rsidR="004E656A" w:rsidRPr="001179AD">
              <w:rPr>
                <w:rFonts w:ascii="Times New Roman" w:hAnsi="Times New Roman" w:cs="Times New Roman"/>
              </w:rPr>
              <w:t xml:space="preserve"> </w:t>
            </w:r>
            <w:r w:rsidR="004E656A" w:rsidRPr="001179AD">
              <w:rPr>
                <w:rFonts w:ascii="Times New Roman" w:hAnsi="Times New Roman" w:cs="Times New Roman"/>
                <w:bCs/>
              </w:rPr>
              <w:t>21.12.201</w:t>
            </w:r>
            <w:r w:rsidR="008A0C79" w:rsidRPr="001179AD">
              <w:rPr>
                <w:rFonts w:ascii="Times New Roman" w:hAnsi="Times New Roman" w:cs="Times New Roman"/>
                <w:bCs/>
              </w:rPr>
              <w:t>4</w:t>
            </w:r>
            <w:r w:rsidR="004E656A" w:rsidRPr="001179AD">
              <w:rPr>
                <w:rFonts w:ascii="Times New Roman" w:hAnsi="Times New Roman" w:cs="Times New Roman"/>
                <w:bCs/>
              </w:rPr>
              <w:t xml:space="preserve"> – 31.03.201</w:t>
            </w:r>
            <w:r w:rsidR="008A0C79" w:rsidRPr="001179AD">
              <w:rPr>
                <w:rFonts w:ascii="Times New Roman" w:hAnsi="Times New Roman" w:cs="Times New Roman"/>
                <w:bCs/>
              </w:rPr>
              <w:t>5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851" w:type="dxa"/>
          </w:tcPr>
          <w:p w:rsidR="00580829" w:rsidRPr="001179AD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1 экз</w:t>
            </w:r>
            <w:r w:rsidR="001B18FF" w:rsidRPr="001179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580829" w:rsidRPr="001179AD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ED799A" w:rsidRPr="001179AD" w:rsidTr="00497142">
        <w:tc>
          <w:tcPr>
            <w:tcW w:w="708" w:type="dxa"/>
          </w:tcPr>
          <w:p w:rsidR="00ED799A" w:rsidRPr="001179AD" w:rsidRDefault="00ED799A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ED799A" w:rsidRPr="001179AD" w:rsidRDefault="00ED799A" w:rsidP="008A0C7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«Информация о численности детей  по типам и</w:t>
            </w:r>
            <w:r w:rsidR="00A51EB5" w:rsidRPr="001179AD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видам</w:t>
            </w:r>
            <w:r w:rsidR="00A51EB5" w:rsidRPr="001179AD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учреждений»</w:t>
            </w:r>
            <w:r w:rsidR="00497142" w:rsidRPr="001179AD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(по состоянию на 31.03.201</w:t>
            </w:r>
            <w:r w:rsidR="008A0C79" w:rsidRPr="001179AD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1179AD">
              <w:rPr>
                <w:rFonts w:ascii="Times New Roman" w:hAnsi="Times New Roman" w:cs="Times New Roman"/>
                <w:color w:val="000000"/>
                <w:spacing w:val="3"/>
              </w:rPr>
              <w:t>)</w:t>
            </w:r>
          </w:p>
        </w:tc>
        <w:tc>
          <w:tcPr>
            <w:tcW w:w="851" w:type="dxa"/>
          </w:tcPr>
          <w:p w:rsidR="00ED799A" w:rsidRPr="001179AD" w:rsidRDefault="00ED799A" w:rsidP="001D4BA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2 экз</w:t>
            </w:r>
            <w:r w:rsidR="001B18FF" w:rsidRPr="001179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ED799A" w:rsidRPr="001179AD" w:rsidRDefault="00ED799A" w:rsidP="001D4BA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ED799A" w:rsidRPr="001179AD" w:rsidTr="00497142">
        <w:tc>
          <w:tcPr>
            <w:tcW w:w="10283" w:type="dxa"/>
            <w:gridSpan w:val="4"/>
          </w:tcPr>
          <w:p w:rsidR="00ED799A" w:rsidRPr="001179AD" w:rsidRDefault="00ED799A" w:rsidP="00931C0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179AD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179AD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ED799A" w:rsidRPr="00497142" w:rsidTr="00497142">
        <w:tc>
          <w:tcPr>
            <w:tcW w:w="708" w:type="dxa"/>
          </w:tcPr>
          <w:p w:rsidR="00ED799A" w:rsidRPr="001179AD" w:rsidRDefault="00ED799A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B14627" w:rsidRPr="001179AD" w:rsidRDefault="00ED799A" w:rsidP="001179A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1179AD">
              <w:rPr>
                <w:rFonts w:ascii="Times New Roman" w:hAnsi="Times New Roman" w:cs="Times New Roman"/>
              </w:rPr>
              <w:t>«Титульный лист комплектования М</w:t>
            </w:r>
            <w:r w:rsidR="00F20863" w:rsidRPr="001179AD">
              <w:rPr>
                <w:rFonts w:ascii="Times New Roman" w:hAnsi="Times New Roman" w:cs="Times New Roman"/>
              </w:rPr>
              <w:t>Б</w:t>
            </w:r>
            <w:r w:rsidRPr="001179AD">
              <w:rPr>
                <w:rFonts w:ascii="Times New Roman" w:hAnsi="Times New Roman" w:cs="Times New Roman"/>
              </w:rPr>
              <w:t>У №_____ по состоянию на 31.03.201</w:t>
            </w:r>
            <w:r w:rsidR="008C4ECA" w:rsidRPr="001179AD">
              <w:rPr>
                <w:rFonts w:ascii="Times New Roman" w:hAnsi="Times New Roman" w:cs="Times New Roman"/>
              </w:rPr>
              <w:t>5</w:t>
            </w:r>
            <w:r w:rsidRPr="001179AD">
              <w:rPr>
                <w:rFonts w:ascii="Times New Roman" w:hAnsi="Times New Roman" w:cs="Times New Roman"/>
              </w:rPr>
              <w:t>»</w:t>
            </w:r>
            <w:r w:rsidR="000E6A61" w:rsidRPr="001179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ED799A" w:rsidRPr="001179AD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79AD">
              <w:rPr>
                <w:rFonts w:ascii="Times New Roman" w:hAnsi="Times New Roman" w:cs="Times New Roman"/>
              </w:rPr>
              <w:t>2 экз</w:t>
            </w:r>
            <w:r w:rsidR="001B18FF" w:rsidRPr="001179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ED799A" w:rsidRPr="00497142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79AD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Pr="000B01EA" w:rsidRDefault="001179AD" w:rsidP="00882FF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 xml:space="preserve">«Наполняемость классов» </w:t>
            </w:r>
          </w:p>
          <w:p w:rsidR="001179AD" w:rsidRPr="000B01EA" w:rsidRDefault="001179AD" w:rsidP="00882FF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B01EA">
              <w:rPr>
                <w:rFonts w:ascii="Times New Roman" w:hAnsi="Times New Roman" w:cs="Times New Roman"/>
                <w:i/>
              </w:rPr>
              <w:t xml:space="preserve">(МБУ, имеющие два (и более) зданий, указывают для каждого класса номер здания) </w:t>
            </w:r>
          </w:p>
        </w:tc>
        <w:tc>
          <w:tcPr>
            <w:tcW w:w="851" w:type="dxa"/>
          </w:tcPr>
          <w:p w:rsidR="001179AD" w:rsidRPr="000B01EA" w:rsidRDefault="001179AD" w:rsidP="00882FF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520" w:type="dxa"/>
          </w:tcPr>
          <w:p w:rsidR="001179AD" w:rsidRPr="000B01EA" w:rsidRDefault="001179AD" w:rsidP="00882FF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На бумажном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Pr="00497142" w:rsidRDefault="001179AD" w:rsidP="00CD70E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</w:rPr>
              <w:t xml:space="preserve">«Информация о детях-инвалидах, обучающихся в МБУ»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по состоянию на 31.03.201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5 </w:t>
            </w:r>
          </w:p>
          <w:p w:rsidR="001179AD" w:rsidRPr="00497142" w:rsidRDefault="001179AD" w:rsidP="00513A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>(для детей, имеющих тяжелую форму нарушения опорно-двигательного аппарата</w:t>
            </w:r>
            <w:r>
              <w:rPr>
                <w:rFonts w:ascii="Times New Roman" w:hAnsi="Times New Roman" w:cs="Times New Roman"/>
                <w:b/>
                <w:i/>
                <w:spacing w:val="3"/>
              </w:rPr>
              <w:t>, не передвигающихся без посторонней помощи,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3"/>
              </w:rPr>
              <w:t>в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поле Примечание указать: «не передвигаются без посторонней помощи»)</w:t>
            </w:r>
          </w:p>
        </w:tc>
        <w:tc>
          <w:tcPr>
            <w:tcW w:w="851" w:type="dxa"/>
          </w:tcPr>
          <w:p w:rsidR="001179AD" w:rsidRPr="00497142" w:rsidRDefault="001179AD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97142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520" w:type="dxa"/>
          </w:tcPr>
          <w:p w:rsidR="001179AD" w:rsidRPr="00497142" w:rsidRDefault="001179AD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  <w:p w:rsidR="001179AD" w:rsidRPr="00497142" w:rsidRDefault="001179AD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об обучающихся специальных (коррекционных) классов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___» </w:t>
            </w:r>
          </w:p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2D6C83">
              <w:rPr>
                <w:rFonts w:ascii="Times New Roman" w:hAnsi="Times New Roman" w:cs="Times New Roman"/>
              </w:rPr>
              <w:t xml:space="preserve">) </w:t>
            </w:r>
          </w:p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Для МБУ, в которых функционируют  специальные (коррекционные) классы</w:t>
            </w:r>
          </w:p>
        </w:tc>
        <w:tc>
          <w:tcPr>
            <w:tcW w:w="851" w:type="dxa"/>
          </w:tcPr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520" w:type="dxa"/>
          </w:tcPr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Pr="002D6C83" w:rsidRDefault="001179AD" w:rsidP="008C4EC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об обучающихся, находящихся на индивидуальном обучении 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____» </w:t>
            </w: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об интегрированных обучающихся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1179AD" w:rsidRPr="00FC7140" w:rsidRDefault="001179AD" w:rsidP="008C4EC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520" w:type="dxa"/>
          </w:tcPr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детям-сиротам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№_____» </w:t>
            </w:r>
          </w:p>
          <w:p w:rsidR="001179AD" w:rsidRPr="00FC7140" w:rsidRDefault="001179AD" w:rsidP="008C4EC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детям, оставшимся без попечения родителей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1179AD" w:rsidRPr="00FC7140" w:rsidRDefault="001179AD" w:rsidP="0083659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83659C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1179AD" w:rsidRPr="00FC7140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1179AD" w:rsidRPr="002D6C83" w:rsidRDefault="001179AD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10283" w:type="dxa"/>
            <w:gridSpan w:val="4"/>
          </w:tcPr>
          <w:p w:rsidR="001179AD" w:rsidRPr="00497142" w:rsidRDefault="001179AD" w:rsidP="00931C0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497142">
              <w:rPr>
                <w:rFonts w:ascii="Times New Roman" w:hAnsi="Times New Roman" w:cs="Times New Roman"/>
                <w:b/>
              </w:rPr>
              <w:t>. Отчеты, формирующиеся без использования АСУ РСО: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Pr="00497142" w:rsidRDefault="001179AD" w:rsidP="0003032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«Титульный лист комплектования МБУ №____, реализующих основную общеобразовательную программу дошкольного образования</w:t>
            </w:r>
            <w:r w:rsidRPr="00497142">
              <w:rPr>
                <w:rFonts w:ascii="Times New Roman" w:hAnsi="Times New Roman" w:cs="Times New Roman"/>
              </w:rPr>
              <w:t xml:space="preserve"> по состоянию на 31.03.201</w:t>
            </w:r>
            <w:r>
              <w:rPr>
                <w:rFonts w:ascii="Times New Roman" w:hAnsi="Times New Roman" w:cs="Times New Roman"/>
              </w:rPr>
              <w:t>5</w:t>
            </w:r>
            <w:r w:rsidRPr="00497142">
              <w:rPr>
                <w:rFonts w:ascii="Times New Roman" w:hAnsi="Times New Roman" w:cs="Times New Roman"/>
              </w:rPr>
              <w:t>»</w:t>
            </w:r>
          </w:p>
          <w:p w:rsidR="001179AD" w:rsidRPr="00497142" w:rsidRDefault="001179AD" w:rsidP="00154A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 xml:space="preserve">(по согласованию с отделом дошкольного образования) </w:t>
            </w:r>
          </w:p>
        </w:tc>
        <w:tc>
          <w:tcPr>
            <w:tcW w:w="851" w:type="dxa"/>
          </w:tcPr>
          <w:p w:rsidR="001179AD" w:rsidRPr="00497142" w:rsidRDefault="001179AD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1179AD" w:rsidRPr="00497142" w:rsidRDefault="001179AD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Pr="00497142" w:rsidRDefault="001179AD" w:rsidP="00E8793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«Титульный лист предварительного комплектования МБУ №__, реализующих основную общеобразовательную программу дошкольного образования</w:t>
            </w:r>
            <w:r w:rsidRPr="00497142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5</w:t>
            </w:r>
            <w:r w:rsidRPr="0049714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6</w:t>
            </w:r>
            <w:r w:rsidRPr="00497142">
              <w:rPr>
                <w:rFonts w:ascii="Times New Roman" w:hAnsi="Times New Roman" w:cs="Times New Roman"/>
              </w:rPr>
              <w:t xml:space="preserve"> учебный год» (по согласованию с отделом дошкольного образования) </w:t>
            </w:r>
          </w:p>
        </w:tc>
        <w:tc>
          <w:tcPr>
            <w:tcW w:w="851" w:type="dxa"/>
          </w:tcPr>
          <w:p w:rsidR="001179AD" w:rsidRPr="00497142" w:rsidRDefault="001179AD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1179AD" w:rsidRPr="00497142" w:rsidRDefault="001179AD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1179AD" w:rsidRPr="00497142" w:rsidTr="00497142">
        <w:tc>
          <w:tcPr>
            <w:tcW w:w="708" w:type="dxa"/>
          </w:tcPr>
          <w:p w:rsidR="001179AD" w:rsidRPr="00497142" w:rsidRDefault="001179AD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179AD" w:rsidRDefault="001179AD" w:rsidP="00BF1D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«Титульный лист предварительного комплектования МБУ №_____ на 201</w:t>
            </w:r>
            <w:r>
              <w:rPr>
                <w:rFonts w:ascii="Times New Roman" w:hAnsi="Times New Roman" w:cs="Times New Roman"/>
              </w:rPr>
              <w:t>5</w:t>
            </w:r>
            <w:r w:rsidRPr="0049714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6</w:t>
            </w:r>
            <w:r w:rsidRPr="00497142">
              <w:rPr>
                <w:rFonts w:ascii="Times New Roman" w:hAnsi="Times New Roman" w:cs="Times New Roman"/>
              </w:rPr>
              <w:t xml:space="preserve"> учебный год» </w:t>
            </w:r>
          </w:p>
          <w:p w:rsidR="001179AD" w:rsidRPr="00497142" w:rsidRDefault="001179AD" w:rsidP="00BF1DC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1179AD" w:rsidRPr="00497142" w:rsidRDefault="001179AD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1179AD" w:rsidRPr="00497142" w:rsidRDefault="001179AD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</w:tbl>
    <w:p w:rsidR="00075535" w:rsidRDefault="00075535" w:rsidP="00751D88">
      <w:pPr>
        <w:pStyle w:val="3"/>
        <w:spacing w:before="0"/>
      </w:pPr>
    </w:p>
    <w:sectPr w:rsidR="00075535" w:rsidSect="00751D88">
      <w:pgSz w:w="11907" w:h="16953" w:code="9"/>
      <w:pgMar w:top="1134" w:right="851" w:bottom="1135" w:left="130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79E" w:rsidRDefault="0047079E" w:rsidP="00497142">
      <w:r>
        <w:separator/>
      </w:r>
    </w:p>
  </w:endnote>
  <w:endnote w:type="continuationSeparator" w:id="1">
    <w:p w:rsidR="0047079E" w:rsidRDefault="0047079E" w:rsidP="0049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79E" w:rsidRDefault="0047079E" w:rsidP="00497142">
      <w:r>
        <w:separator/>
      </w:r>
    </w:p>
  </w:footnote>
  <w:footnote w:type="continuationSeparator" w:id="1">
    <w:p w:rsidR="0047079E" w:rsidRDefault="0047079E" w:rsidP="00497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71E"/>
    <w:multiLevelType w:val="hybridMultilevel"/>
    <w:tmpl w:val="70BECC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E0154EE"/>
    <w:multiLevelType w:val="multilevel"/>
    <w:tmpl w:val="65225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2C0F665B"/>
    <w:multiLevelType w:val="multilevel"/>
    <w:tmpl w:val="BB265AF8"/>
    <w:name w:val="WW8Num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308C2AF5"/>
    <w:multiLevelType w:val="hybridMultilevel"/>
    <w:tmpl w:val="0A26CBB6"/>
    <w:lvl w:ilvl="0" w:tplc="A42CD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345464"/>
    <w:multiLevelType w:val="hybridMultilevel"/>
    <w:tmpl w:val="8E50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725DE5"/>
    <w:multiLevelType w:val="hybridMultilevel"/>
    <w:tmpl w:val="A7F25C26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EB623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191243"/>
    <w:multiLevelType w:val="multilevel"/>
    <w:tmpl w:val="A7F25C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C16A84"/>
    <w:multiLevelType w:val="multilevel"/>
    <w:tmpl w:val="9A286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291B"/>
    <w:rsid w:val="00000948"/>
    <w:rsid w:val="0000256F"/>
    <w:rsid w:val="00007BB5"/>
    <w:rsid w:val="0001157D"/>
    <w:rsid w:val="00015FC2"/>
    <w:rsid w:val="00016ED9"/>
    <w:rsid w:val="00020193"/>
    <w:rsid w:val="00030322"/>
    <w:rsid w:val="000460B6"/>
    <w:rsid w:val="000521CF"/>
    <w:rsid w:val="000523BF"/>
    <w:rsid w:val="00057377"/>
    <w:rsid w:val="00063225"/>
    <w:rsid w:val="00066551"/>
    <w:rsid w:val="00075535"/>
    <w:rsid w:val="00081E94"/>
    <w:rsid w:val="00090ECA"/>
    <w:rsid w:val="000B184D"/>
    <w:rsid w:val="000B4672"/>
    <w:rsid w:val="000C16F0"/>
    <w:rsid w:val="000E6A61"/>
    <w:rsid w:val="000F0491"/>
    <w:rsid w:val="000F52ED"/>
    <w:rsid w:val="00101DC2"/>
    <w:rsid w:val="00102DB4"/>
    <w:rsid w:val="001030AC"/>
    <w:rsid w:val="001179AD"/>
    <w:rsid w:val="00120F2B"/>
    <w:rsid w:val="00127029"/>
    <w:rsid w:val="00130D4A"/>
    <w:rsid w:val="001415AC"/>
    <w:rsid w:val="00154A91"/>
    <w:rsid w:val="00155422"/>
    <w:rsid w:val="00175C89"/>
    <w:rsid w:val="00181A14"/>
    <w:rsid w:val="00182B90"/>
    <w:rsid w:val="001864F6"/>
    <w:rsid w:val="00187182"/>
    <w:rsid w:val="0019503B"/>
    <w:rsid w:val="001A1F87"/>
    <w:rsid w:val="001A77BF"/>
    <w:rsid w:val="001B1494"/>
    <w:rsid w:val="001B18FF"/>
    <w:rsid w:val="001B1F5D"/>
    <w:rsid w:val="001B5E52"/>
    <w:rsid w:val="001B6759"/>
    <w:rsid w:val="001C1A00"/>
    <w:rsid w:val="001C34F5"/>
    <w:rsid w:val="001C6600"/>
    <w:rsid w:val="001D4BAD"/>
    <w:rsid w:val="001E6361"/>
    <w:rsid w:val="001F3B58"/>
    <w:rsid w:val="001F628C"/>
    <w:rsid w:val="001F6AF4"/>
    <w:rsid w:val="00216590"/>
    <w:rsid w:val="0021756A"/>
    <w:rsid w:val="002358F3"/>
    <w:rsid w:val="0027037A"/>
    <w:rsid w:val="00274073"/>
    <w:rsid w:val="00290C1B"/>
    <w:rsid w:val="00297642"/>
    <w:rsid w:val="002D704B"/>
    <w:rsid w:val="002E42F4"/>
    <w:rsid w:val="002E6453"/>
    <w:rsid w:val="002E6AA4"/>
    <w:rsid w:val="002E7641"/>
    <w:rsid w:val="00304686"/>
    <w:rsid w:val="00310788"/>
    <w:rsid w:val="00314ECE"/>
    <w:rsid w:val="00321C4F"/>
    <w:rsid w:val="0034104B"/>
    <w:rsid w:val="003416EB"/>
    <w:rsid w:val="00344802"/>
    <w:rsid w:val="00361751"/>
    <w:rsid w:val="003708DA"/>
    <w:rsid w:val="00383F84"/>
    <w:rsid w:val="00391784"/>
    <w:rsid w:val="003B332F"/>
    <w:rsid w:val="003B5706"/>
    <w:rsid w:val="003B7F30"/>
    <w:rsid w:val="003C4E2E"/>
    <w:rsid w:val="003C4E93"/>
    <w:rsid w:val="003E6958"/>
    <w:rsid w:val="003F6F9B"/>
    <w:rsid w:val="00406CFE"/>
    <w:rsid w:val="004161CE"/>
    <w:rsid w:val="00422993"/>
    <w:rsid w:val="00426A6E"/>
    <w:rsid w:val="00432966"/>
    <w:rsid w:val="004677BE"/>
    <w:rsid w:val="0047079E"/>
    <w:rsid w:val="00477375"/>
    <w:rsid w:val="00477FCB"/>
    <w:rsid w:val="0048508E"/>
    <w:rsid w:val="004854C6"/>
    <w:rsid w:val="00490709"/>
    <w:rsid w:val="004951A5"/>
    <w:rsid w:val="00497142"/>
    <w:rsid w:val="004A235E"/>
    <w:rsid w:val="004A291B"/>
    <w:rsid w:val="004A6FA8"/>
    <w:rsid w:val="004C42ED"/>
    <w:rsid w:val="004C4990"/>
    <w:rsid w:val="004C5444"/>
    <w:rsid w:val="004D6671"/>
    <w:rsid w:val="004E656A"/>
    <w:rsid w:val="004F6263"/>
    <w:rsid w:val="004F73FA"/>
    <w:rsid w:val="00502469"/>
    <w:rsid w:val="0051349E"/>
    <w:rsid w:val="00513ABE"/>
    <w:rsid w:val="005273CD"/>
    <w:rsid w:val="00536E5D"/>
    <w:rsid w:val="00580829"/>
    <w:rsid w:val="00583436"/>
    <w:rsid w:val="005906A6"/>
    <w:rsid w:val="00590F51"/>
    <w:rsid w:val="005A5025"/>
    <w:rsid w:val="005B2ED1"/>
    <w:rsid w:val="005C0355"/>
    <w:rsid w:val="005C317B"/>
    <w:rsid w:val="005D5E81"/>
    <w:rsid w:val="005E7BB4"/>
    <w:rsid w:val="00613D81"/>
    <w:rsid w:val="006169E5"/>
    <w:rsid w:val="00624074"/>
    <w:rsid w:val="00630143"/>
    <w:rsid w:val="00637D44"/>
    <w:rsid w:val="006634A2"/>
    <w:rsid w:val="00663A7D"/>
    <w:rsid w:val="0066479B"/>
    <w:rsid w:val="006A1EB2"/>
    <w:rsid w:val="006A3467"/>
    <w:rsid w:val="006B351B"/>
    <w:rsid w:val="006C4D31"/>
    <w:rsid w:val="006C6E43"/>
    <w:rsid w:val="006D2FBB"/>
    <w:rsid w:val="006D7DFC"/>
    <w:rsid w:val="006F5932"/>
    <w:rsid w:val="006F7031"/>
    <w:rsid w:val="00702111"/>
    <w:rsid w:val="007046A4"/>
    <w:rsid w:val="00711144"/>
    <w:rsid w:val="007138A4"/>
    <w:rsid w:val="00721054"/>
    <w:rsid w:val="00726198"/>
    <w:rsid w:val="00727975"/>
    <w:rsid w:val="00733868"/>
    <w:rsid w:val="007408CA"/>
    <w:rsid w:val="00743450"/>
    <w:rsid w:val="007469FC"/>
    <w:rsid w:val="00747C74"/>
    <w:rsid w:val="00751D88"/>
    <w:rsid w:val="0076168E"/>
    <w:rsid w:val="00766957"/>
    <w:rsid w:val="00767159"/>
    <w:rsid w:val="00776328"/>
    <w:rsid w:val="00795CC8"/>
    <w:rsid w:val="007B5EEC"/>
    <w:rsid w:val="007C1FFF"/>
    <w:rsid w:val="007C38EC"/>
    <w:rsid w:val="007C4A9D"/>
    <w:rsid w:val="007D3D1C"/>
    <w:rsid w:val="007E227E"/>
    <w:rsid w:val="007F316C"/>
    <w:rsid w:val="00811CBF"/>
    <w:rsid w:val="008258F3"/>
    <w:rsid w:val="0083659C"/>
    <w:rsid w:val="008426BD"/>
    <w:rsid w:val="008443F9"/>
    <w:rsid w:val="00845A40"/>
    <w:rsid w:val="00845F4E"/>
    <w:rsid w:val="00854A00"/>
    <w:rsid w:val="00855ED7"/>
    <w:rsid w:val="008604B6"/>
    <w:rsid w:val="00867713"/>
    <w:rsid w:val="008845AA"/>
    <w:rsid w:val="0089774C"/>
    <w:rsid w:val="008A0C79"/>
    <w:rsid w:val="008A1803"/>
    <w:rsid w:val="008A4AC8"/>
    <w:rsid w:val="008A68EC"/>
    <w:rsid w:val="008B6EBD"/>
    <w:rsid w:val="008C0621"/>
    <w:rsid w:val="008C1448"/>
    <w:rsid w:val="008C38F3"/>
    <w:rsid w:val="008C4ECA"/>
    <w:rsid w:val="008C594C"/>
    <w:rsid w:val="008D2872"/>
    <w:rsid w:val="008E4EB6"/>
    <w:rsid w:val="0090609E"/>
    <w:rsid w:val="00910931"/>
    <w:rsid w:val="00916FB2"/>
    <w:rsid w:val="00925D47"/>
    <w:rsid w:val="00926812"/>
    <w:rsid w:val="009276A6"/>
    <w:rsid w:val="00931C00"/>
    <w:rsid w:val="00934B09"/>
    <w:rsid w:val="009459F3"/>
    <w:rsid w:val="00951016"/>
    <w:rsid w:val="0096003A"/>
    <w:rsid w:val="0096014E"/>
    <w:rsid w:val="009649EA"/>
    <w:rsid w:val="009711CE"/>
    <w:rsid w:val="0097330E"/>
    <w:rsid w:val="009760CB"/>
    <w:rsid w:val="009760FA"/>
    <w:rsid w:val="009A4DAC"/>
    <w:rsid w:val="009B42F7"/>
    <w:rsid w:val="009B72DB"/>
    <w:rsid w:val="009C6F51"/>
    <w:rsid w:val="009D3338"/>
    <w:rsid w:val="009E5EEA"/>
    <w:rsid w:val="009F5BA1"/>
    <w:rsid w:val="00A06448"/>
    <w:rsid w:val="00A06C00"/>
    <w:rsid w:val="00A11A75"/>
    <w:rsid w:val="00A16D68"/>
    <w:rsid w:val="00A23BA1"/>
    <w:rsid w:val="00A2571F"/>
    <w:rsid w:val="00A25A5F"/>
    <w:rsid w:val="00A313A6"/>
    <w:rsid w:val="00A51EB5"/>
    <w:rsid w:val="00A80DE5"/>
    <w:rsid w:val="00A961A4"/>
    <w:rsid w:val="00AA7E67"/>
    <w:rsid w:val="00AD03F0"/>
    <w:rsid w:val="00AD635D"/>
    <w:rsid w:val="00AE4E80"/>
    <w:rsid w:val="00AE63EE"/>
    <w:rsid w:val="00AF3F5B"/>
    <w:rsid w:val="00AF4338"/>
    <w:rsid w:val="00B03255"/>
    <w:rsid w:val="00B13F10"/>
    <w:rsid w:val="00B14627"/>
    <w:rsid w:val="00B23AEF"/>
    <w:rsid w:val="00B40A3F"/>
    <w:rsid w:val="00B42E81"/>
    <w:rsid w:val="00B461F0"/>
    <w:rsid w:val="00B668BD"/>
    <w:rsid w:val="00B76729"/>
    <w:rsid w:val="00B85D10"/>
    <w:rsid w:val="00B9106B"/>
    <w:rsid w:val="00B96B9E"/>
    <w:rsid w:val="00BA0E8C"/>
    <w:rsid w:val="00BA2039"/>
    <w:rsid w:val="00BA36B4"/>
    <w:rsid w:val="00BA42DC"/>
    <w:rsid w:val="00BB2424"/>
    <w:rsid w:val="00BE21E8"/>
    <w:rsid w:val="00BF02BE"/>
    <w:rsid w:val="00BF074A"/>
    <w:rsid w:val="00BF1DC4"/>
    <w:rsid w:val="00BF2453"/>
    <w:rsid w:val="00C06CD4"/>
    <w:rsid w:val="00C20EAB"/>
    <w:rsid w:val="00C242CE"/>
    <w:rsid w:val="00C26B1C"/>
    <w:rsid w:val="00C27E82"/>
    <w:rsid w:val="00C51088"/>
    <w:rsid w:val="00C531F7"/>
    <w:rsid w:val="00C54363"/>
    <w:rsid w:val="00C67499"/>
    <w:rsid w:val="00C915FA"/>
    <w:rsid w:val="00CA52AD"/>
    <w:rsid w:val="00CA7035"/>
    <w:rsid w:val="00CC227D"/>
    <w:rsid w:val="00CC78DB"/>
    <w:rsid w:val="00CD70EB"/>
    <w:rsid w:val="00CE16C8"/>
    <w:rsid w:val="00CF13D3"/>
    <w:rsid w:val="00D00A12"/>
    <w:rsid w:val="00D02015"/>
    <w:rsid w:val="00D04D45"/>
    <w:rsid w:val="00D10B19"/>
    <w:rsid w:val="00D2315F"/>
    <w:rsid w:val="00D317DF"/>
    <w:rsid w:val="00D4052A"/>
    <w:rsid w:val="00D47DC5"/>
    <w:rsid w:val="00D54A75"/>
    <w:rsid w:val="00D61ED6"/>
    <w:rsid w:val="00D6406E"/>
    <w:rsid w:val="00D6551F"/>
    <w:rsid w:val="00D677F1"/>
    <w:rsid w:val="00D7028A"/>
    <w:rsid w:val="00DA2EFE"/>
    <w:rsid w:val="00DA4DB3"/>
    <w:rsid w:val="00DB0FE6"/>
    <w:rsid w:val="00DB7C59"/>
    <w:rsid w:val="00DC0170"/>
    <w:rsid w:val="00DE0989"/>
    <w:rsid w:val="00DE24B1"/>
    <w:rsid w:val="00DE2851"/>
    <w:rsid w:val="00E031FE"/>
    <w:rsid w:val="00E11B4C"/>
    <w:rsid w:val="00E11D3A"/>
    <w:rsid w:val="00E17161"/>
    <w:rsid w:val="00E17C31"/>
    <w:rsid w:val="00E21BEF"/>
    <w:rsid w:val="00E269B0"/>
    <w:rsid w:val="00E32E32"/>
    <w:rsid w:val="00E40286"/>
    <w:rsid w:val="00E53CD4"/>
    <w:rsid w:val="00E7470E"/>
    <w:rsid w:val="00E76288"/>
    <w:rsid w:val="00E77A0C"/>
    <w:rsid w:val="00E77F7C"/>
    <w:rsid w:val="00E81C2C"/>
    <w:rsid w:val="00E832DE"/>
    <w:rsid w:val="00E84128"/>
    <w:rsid w:val="00E8793B"/>
    <w:rsid w:val="00E936AE"/>
    <w:rsid w:val="00EC1417"/>
    <w:rsid w:val="00EC1C87"/>
    <w:rsid w:val="00EC399C"/>
    <w:rsid w:val="00ED5053"/>
    <w:rsid w:val="00ED647D"/>
    <w:rsid w:val="00ED799A"/>
    <w:rsid w:val="00EE06CB"/>
    <w:rsid w:val="00EF350C"/>
    <w:rsid w:val="00F0148E"/>
    <w:rsid w:val="00F05D8F"/>
    <w:rsid w:val="00F06682"/>
    <w:rsid w:val="00F11BBF"/>
    <w:rsid w:val="00F20863"/>
    <w:rsid w:val="00F235B6"/>
    <w:rsid w:val="00F31CF9"/>
    <w:rsid w:val="00F41322"/>
    <w:rsid w:val="00F41462"/>
    <w:rsid w:val="00F45CD8"/>
    <w:rsid w:val="00F54820"/>
    <w:rsid w:val="00F710D6"/>
    <w:rsid w:val="00FA0B6F"/>
    <w:rsid w:val="00FA48AE"/>
    <w:rsid w:val="00FB03A3"/>
    <w:rsid w:val="00FB4097"/>
    <w:rsid w:val="00FB473C"/>
    <w:rsid w:val="00FB6547"/>
    <w:rsid w:val="00FC20F8"/>
    <w:rsid w:val="00FC5FE1"/>
    <w:rsid w:val="00FC7140"/>
    <w:rsid w:val="00FC7764"/>
    <w:rsid w:val="00FD140B"/>
    <w:rsid w:val="00FD408F"/>
    <w:rsid w:val="00FF2160"/>
    <w:rsid w:val="00FF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B6"/>
    <w:rPr>
      <w:rFonts w:ascii="Tahoma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35B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9"/>
    <w:qFormat/>
    <w:rsid w:val="00F235B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F235B6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35B6"/>
    <w:rPr>
      <w:rFonts w:ascii="Arial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235B6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F235B6"/>
    <w:rPr>
      <w:rFonts w:ascii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uiPriority w:val="99"/>
    <w:rsid w:val="00F235B6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uiPriority w:val="99"/>
    <w:locked/>
    <w:rsid w:val="00F235B6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5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F235B6"/>
    <w:rPr>
      <w:rFonts w:ascii="Tahoma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235B6"/>
    <w:pPr>
      <w:ind w:left="720"/>
      <w:contextualSpacing/>
    </w:pPr>
  </w:style>
  <w:style w:type="table" w:styleId="a6">
    <w:name w:val="Table Grid"/>
    <w:basedOn w:val="a1"/>
    <w:uiPriority w:val="99"/>
    <w:rsid w:val="00B42E81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971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7142"/>
    <w:rPr>
      <w:rFonts w:ascii="Tahoma" w:hAnsi="Tahoma" w:cs="Tahoma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4971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7142"/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ropova\&#1056;&#1072;&#1073;&#1086;&#1095;&#1080;&#1081;%20&#1089;&#1090;&#1086;&#1083;\&#1048;&#1085;&#1092;&#1086;&#1088;&#1084;&#1072;&#1094;.&#1087;&#1080;&#1089;&#1100;&#1084;&#1086;%20&#1074;%20&#1052;&#1054;&#1059;%20&#1086;%20&#1089;&#1076;&#1072;&#1095;&#1080;%20&#1086;&#1090;&#1095;&#1077;&#1090;&#1086;&#1074;%20&#1079;&#1072;%203-&#1081;%20&#1087;&#1077;&#1088;&#1080;&#1086;&#1076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Информац.письмо в МОУ о сдачи отчетов за 3-й период1.dot</Template>
  <TotalTime>185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мэрия городского округа Тольятти</Company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subject/>
  <dc:creator>toropova</dc:creator>
  <cp:keywords/>
  <dc:description/>
  <cp:lastModifiedBy>toropova</cp:lastModifiedBy>
  <cp:revision>75</cp:revision>
  <cp:lastPrinted>2010-03-11T09:52:00Z</cp:lastPrinted>
  <dcterms:created xsi:type="dcterms:W3CDTF">2012-03-06T12:08:00Z</dcterms:created>
  <dcterms:modified xsi:type="dcterms:W3CDTF">2015-03-17T05:20:00Z</dcterms:modified>
</cp:coreProperties>
</file>